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Pr="00A7232A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4C5D22" w:rsidRDefault="00557DFA" w:rsidP="004C5D22">
      <w:pPr>
        <w:pStyle w:val="Doctitle0"/>
      </w:pPr>
      <w:r w:rsidRPr="00557DFA">
        <w:t>Mechanical Fabrication</w:t>
      </w:r>
    </w:p>
    <w:p w:rsidR="004C5D22" w:rsidRDefault="00A7713C" w:rsidP="004C5D22">
      <w:pPr>
        <w:pStyle w:val="Docsubtitle1"/>
      </w:pPr>
      <w:r>
        <w:t>WSC2013_TP05_M2</w:t>
      </w:r>
      <w:r w:rsidR="004C5D22">
        <w:t>_EN</w:t>
      </w:r>
    </w:p>
    <w:p w:rsidR="00CE6B36" w:rsidRDefault="00CE6B36" w:rsidP="00CE6B36">
      <w:pPr>
        <w:pStyle w:val="Docsubtitle2"/>
      </w:pPr>
    </w:p>
    <w:p w:rsidR="00CE6B36" w:rsidRDefault="00CE6B36" w:rsidP="00CE6B36">
      <w:pPr>
        <w:pStyle w:val="Docsubtitle2"/>
      </w:pPr>
      <w:r>
        <w:t>Submitted by:</w:t>
      </w:r>
      <w:r w:rsidR="00FD6C74">
        <w:t xml:space="preserve"> </w:t>
      </w:r>
      <w:r w:rsidR="00681BF4">
        <w:t>Autodesk</w:t>
      </w:r>
      <w:r w:rsidR="006B6B3A">
        <w:rPr>
          <w:rFonts w:cs="Arial"/>
        </w:rPr>
        <w:t>®</w:t>
      </w:r>
    </w:p>
    <w:p w:rsidR="005E22F4" w:rsidRDefault="005E22F4" w:rsidP="00CE6B36"/>
    <w:p w:rsidR="005E22F4" w:rsidRPr="0034328E" w:rsidRDefault="005E22F4" w:rsidP="00CE6B36">
      <w:pPr>
        <w:sectPr w:rsidR="005E22F4" w:rsidRPr="0034328E" w:rsidSect="00F56128">
          <w:headerReference w:type="default" r:id="rId9"/>
          <w:footerReference w:type="default" r:id="rId10"/>
          <w:pgSz w:w="11907" w:h="16839" w:code="9"/>
          <w:pgMar w:top="1985" w:right="1134" w:bottom="1418" w:left="1134" w:header="567" w:footer="284" w:gutter="0"/>
          <w:cols w:space="708"/>
          <w:docGrid w:linePitch="360"/>
        </w:sectPr>
      </w:pPr>
    </w:p>
    <w:p w:rsidR="00CE6B36" w:rsidRDefault="00CE6B36" w:rsidP="00CE6B36">
      <w:pPr>
        <w:pStyle w:val="Heading1"/>
      </w:pPr>
      <w:bookmarkStart w:id="0" w:name="_Toc60882171"/>
      <w:bookmarkStart w:id="1" w:name="_Toc60887857"/>
      <w:r>
        <w:lastRenderedPageBreak/>
        <w:t>Contents</w:t>
      </w:r>
      <w:bookmarkEnd w:id="0"/>
      <w:bookmarkEnd w:id="1"/>
    </w:p>
    <w:p w:rsidR="00CE6B36" w:rsidRDefault="00CE6B36" w:rsidP="00563350">
      <w:pPr>
        <w:spacing w:after="120"/>
      </w:pPr>
      <w:r>
        <w:t xml:space="preserve">This </w:t>
      </w:r>
      <w:r w:rsidR="00074CA4">
        <w:t>Test Project</w:t>
      </w:r>
      <w:r>
        <w:t xml:space="preserve"> proposal consists of the following documentation/files: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5314"/>
      </w:tblGrid>
      <w:tr w:rsidR="00563350" w:rsidTr="002734EA">
        <w:tc>
          <w:tcPr>
            <w:tcW w:w="4315" w:type="dxa"/>
          </w:tcPr>
          <w:p w:rsidR="00563350" w:rsidRPr="00AB4D1F" w:rsidRDefault="00CC3829" w:rsidP="00706CF3">
            <w:pPr>
              <w:pStyle w:val="numberedlist"/>
              <w:numPr>
                <w:ilvl w:val="0"/>
                <w:numId w:val="28"/>
              </w:numPr>
              <w:contextualSpacing w:val="0"/>
              <w:rPr>
                <w:lang w:val="nl-NL"/>
              </w:rPr>
            </w:pPr>
            <w:r>
              <w:rPr>
                <w:lang w:val="nl-NL"/>
              </w:rPr>
              <w:t>WSC2013</w:t>
            </w:r>
            <w:r w:rsidR="00563350" w:rsidRPr="00AB4D1F">
              <w:rPr>
                <w:lang w:val="nl-NL"/>
              </w:rPr>
              <w:t>_TP05_</w:t>
            </w:r>
            <w:r w:rsidR="00111797">
              <w:rPr>
                <w:lang w:val="nl-NL"/>
              </w:rPr>
              <w:t>M2</w:t>
            </w:r>
            <w:r w:rsidR="008C4131">
              <w:rPr>
                <w:lang w:val="nl-NL"/>
              </w:rPr>
              <w:t>_EN</w:t>
            </w:r>
            <w:r w:rsidR="00563350" w:rsidRPr="00AB4D1F">
              <w:rPr>
                <w:lang w:val="nl-NL"/>
              </w:rPr>
              <w:t>.</w:t>
            </w:r>
            <w:r w:rsidR="00706CF3">
              <w:rPr>
                <w:lang w:val="nl-NL"/>
              </w:rPr>
              <w:t>pdf (printed)</w:t>
            </w:r>
          </w:p>
        </w:tc>
        <w:tc>
          <w:tcPr>
            <w:tcW w:w="5314" w:type="dxa"/>
          </w:tcPr>
          <w:p w:rsidR="00563350" w:rsidRPr="00AB4D1F" w:rsidRDefault="00111797" w:rsidP="00384775">
            <w:pPr>
              <w:pStyle w:val="numberedlist"/>
              <w:numPr>
                <w:ilvl w:val="0"/>
                <w:numId w:val="28"/>
              </w:numPr>
              <w:contextualSpacing w:val="0"/>
            </w:pPr>
            <w:r w:rsidRPr="00AB4D1F">
              <w:rPr>
                <w:lang w:val="nl-NL"/>
              </w:rPr>
              <w:t>Prints of all parts to be modeled</w:t>
            </w:r>
          </w:p>
        </w:tc>
      </w:tr>
      <w:tr w:rsidR="00563350" w:rsidTr="002734EA">
        <w:tc>
          <w:tcPr>
            <w:tcW w:w="4315" w:type="dxa"/>
          </w:tcPr>
          <w:p w:rsidR="00563350" w:rsidRPr="00AB4D1F" w:rsidRDefault="00111797" w:rsidP="004A511B">
            <w:pPr>
              <w:pStyle w:val="numberedlist"/>
              <w:numPr>
                <w:ilvl w:val="0"/>
                <w:numId w:val="28"/>
              </w:numPr>
              <w:contextualSpacing w:val="0"/>
            </w:pPr>
            <w:r>
              <w:rPr>
                <w:lang w:val="nl-NL"/>
              </w:rPr>
              <w:t>All required assemblies and parts</w:t>
            </w:r>
          </w:p>
        </w:tc>
        <w:tc>
          <w:tcPr>
            <w:tcW w:w="5314" w:type="dxa"/>
          </w:tcPr>
          <w:p w:rsidR="00563350" w:rsidRPr="00AB4D1F" w:rsidRDefault="00563350" w:rsidP="00111797">
            <w:pPr>
              <w:pStyle w:val="numberedlist"/>
              <w:contextualSpacing w:val="0"/>
            </w:pPr>
          </w:p>
        </w:tc>
      </w:tr>
    </w:tbl>
    <w:p w:rsidR="00CE6B36" w:rsidRDefault="00CE6B36" w:rsidP="00563350">
      <w:pPr>
        <w:pStyle w:val="Heading1"/>
        <w:spacing w:before="120"/>
      </w:pPr>
      <w:r>
        <w:t>Introduction</w:t>
      </w:r>
    </w:p>
    <w:p w:rsidR="0026504A" w:rsidRDefault="008C4131" w:rsidP="00853172">
      <w:pPr>
        <w:jc w:val="both"/>
      </w:pPr>
      <w:bookmarkStart w:id="2" w:name="_Toc60882173"/>
      <w:bookmarkStart w:id="3" w:name="_Toc60887859"/>
      <w:r>
        <w:t>A manufacturer is designing</w:t>
      </w:r>
      <w:r w:rsidR="005C52B2">
        <w:t xml:space="preserve"> an assembly line for folding and packing cardboard boxes</w:t>
      </w:r>
      <w:r w:rsidR="007C5DDA">
        <w:t>.</w:t>
      </w:r>
      <w:r w:rsidR="000D5066">
        <w:t xml:space="preserve"> </w:t>
      </w:r>
      <w:r w:rsidR="00EE70FE">
        <w:t xml:space="preserve">You </w:t>
      </w:r>
      <w:r w:rsidR="00594D2D">
        <w:t xml:space="preserve">will </w:t>
      </w:r>
      <w:r w:rsidR="0026504A">
        <w:t xml:space="preserve">model </w:t>
      </w:r>
      <w:r w:rsidR="003D6160">
        <w:t xml:space="preserve">components of </w:t>
      </w:r>
      <w:r w:rsidR="00870D37">
        <w:t>a subassembly for the assembly line</w:t>
      </w:r>
      <w:r w:rsidR="00427043">
        <w:t>.</w:t>
      </w:r>
    </w:p>
    <w:p w:rsidR="00062C26" w:rsidRDefault="00062C26" w:rsidP="00062C26">
      <w:pPr>
        <w:pStyle w:val="Heading1"/>
        <w:spacing w:after="0"/>
      </w:pPr>
    </w:p>
    <w:p w:rsidR="00CE6B36" w:rsidRDefault="00CE6B36" w:rsidP="00CE6B36">
      <w:pPr>
        <w:pStyle w:val="Heading1"/>
      </w:pPr>
      <w:r>
        <w:t>Description of project and tasks</w:t>
      </w:r>
      <w:bookmarkEnd w:id="2"/>
      <w:bookmarkEnd w:id="3"/>
    </w:p>
    <w:p w:rsidR="004B44D6" w:rsidRDefault="00710A88" w:rsidP="00853172">
      <w:pPr>
        <w:jc w:val="both"/>
      </w:pPr>
      <w:r>
        <w:t>R</w:t>
      </w:r>
      <w:r w:rsidR="00EE70FE">
        <w:t>eview</w:t>
      </w:r>
      <w:r w:rsidR="00EF62D2">
        <w:t xml:space="preserve"> </w:t>
      </w:r>
      <w:r w:rsidR="00E644EF">
        <w:t xml:space="preserve">prints of the </w:t>
      </w:r>
      <w:r w:rsidR="005C52B2">
        <w:t xml:space="preserve">assemblies and </w:t>
      </w:r>
      <w:r w:rsidR="00E644EF">
        <w:t>parts</w:t>
      </w:r>
      <w:r w:rsidR="00FE5EE7">
        <w:t xml:space="preserve">, </w:t>
      </w:r>
      <w:r w:rsidR="00F33BBA">
        <w:t xml:space="preserve">then </w:t>
      </w:r>
      <w:r w:rsidR="004B44D6">
        <w:t xml:space="preserve">model </w:t>
      </w:r>
      <w:r w:rsidR="00DD1FD4">
        <w:t xml:space="preserve">parts, frames, </w:t>
      </w:r>
      <w:r w:rsidR="007C5DDA">
        <w:t>subassembly</w:t>
      </w:r>
      <w:r w:rsidR="00DD1FD4">
        <w:t xml:space="preserve"> and assembly</w:t>
      </w:r>
      <w:r w:rsidR="00427043">
        <w:t>.</w:t>
      </w:r>
      <w:r w:rsidR="00535865">
        <w:t xml:space="preserve"> </w:t>
      </w:r>
      <w:r w:rsidR="00FE5EE7">
        <w:t>A</w:t>
      </w:r>
      <w:r w:rsidR="00E644EF">
        <w:t>lso</w:t>
      </w:r>
      <w:r w:rsidR="00BD14CC">
        <w:t>,</w:t>
      </w:r>
      <w:r w:rsidR="00E644EF">
        <w:t xml:space="preserve"> create </w:t>
      </w:r>
      <w:r w:rsidR="00A62FDC">
        <w:t>exploded v</w:t>
      </w:r>
      <w:r w:rsidR="00B5072C">
        <w:t>iew</w:t>
      </w:r>
      <w:r w:rsidR="00DD1FD4">
        <w:t>s and</w:t>
      </w:r>
      <w:r w:rsidR="00BD14CC">
        <w:t xml:space="preserve"> detailed drawing</w:t>
      </w:r>
      <w:r w:rsidR="00074CA4">
        <w:t>s.</w:t>
      </w:r>
    </w:p>
    <w:p w:rsidR="00FE5EE7" w:rsidRDefault="00FE5EE7" w:rsidP="004B44D6">
      <w:r>
        <w:t xml:space="preserve">You have </w:t>
      </w:r>
      <w:r w:rsidR="005C52B2">
        <w:rPr>
          <w:b/>
        </w:rPr>
        <w:t>6</w:t>
      </w:r>
      <w:r>
        <w:rPr>
          <w:b/>
        </w:rPr>
        <w:t xml:space="preserve"> hours</w:t>
      </w:r>
      <w:r>
        <w:t xml:space="preserve"> to complete the project.</w:t>
      </w:r>
    </w:p>
    <w:p w:rsidR="00062C26" w:rsidRDefault="00062C26" w:rsidP="00062C26">
      <w:pPr>
        <w:pStyle w:val="Heading1"/>
        <w:spacing w:after="0"/>
      </w:pPr>
    </w:p>
    <w:p w:rsidR="00CE6B36" w:rsidRDefault="00CE6B36" w:rsidP="00CE6B36">
      <w:pPr>
        <w:pStyle w:val="Heading1"/>
      </w:pPr>
      <w:r>
        <w:t>Instructions to the competitor</w:t>
      </w:r>
    </w:p>
    <w:p w:rsidR="008E4615" w:rsidRPr="008E4615" w:rsidRDefault="008E4615" w:rsidP="008E4615">
      <w:pPr>
        <w:pStyle w:val="Heading2"/>
      </w:pPr>
      <w:r>
        <w:t xml:space="preserve">OPEN AND REVIEW SUPPLIED </w:t>
      </w:r>
      <w:r w:rsidR="00AF7DCC">
        <w:t xml:space="preserve">PRINTS AND </w:t>
      </w:r>
      <w:r>
        <w:t>FILES</w:t>
      </w:r>
    </w:p>
    <w:p w:rsidR="004F54EB" w:rsidRPr="00AF7DCC" w:rsidRDefault="008C63C6" w:rsidP="008C63C6">
      <w:pPr>
        <w:pStyle w:val="numberedlist"/>
        <w:numPr>
          <w:ilvl w:val="0"/>
          <w:numId w:val="35"/>
        </w:numPr>
        <w:contextualSpacing w:val="0"/>
      </w:pPr>
      <w:r>
        <w:rPr>
          <w:lang w:val="nl-NL"/>
        </w:rPr>
        <w:t>Prints of</w:t>
      </w:r>
      <w:r w:rsidR="008402CF">
        <w:rPr>
          <w:lang w:val="nl-NL"/>
        </w:rPr>
        <w:t xml:space="preserve"> the required </w:t>
      </w:r>
      <w:r w:rsidR="00AF7DCC">
        <w:rPr>
          <w:lang w:val="nl-NL"/>
        </w:rPr>
        <w:t xml:space="preserve">frame </w:t>
      </w:r>
      <w:r w:rsidR="003E30E8">
        <w:rPr>
          <w:lang w:val="nl-NL"/>
        </w:rPr>
        <w:t>sub</w:t>
      </w:r>
      <w:r w:rsidR="00AF7DCC">
        <w:rPr>
          <w:lang w:val="nl-NL"/>
        </w:rPr>
        <w:t xml:space="preserve">assemblies and </w:t>
      </w:r>
      <w:r w:rsidR="008402CF">
        <w:rPr>
          <w:lang w:val="nl-NL"/>
        </w:rPr>
        <w:t>parts.</w:t>
      </w:r>
    </w:p>
    <w:p w:rsidR="00AF7DCC" w:rsidRDefault="00AF7DCC" w:rsidP="008C63C6">
      <w:pPr>
        <w:pStyle w:val="numberedlist"/>
        <w:numPr>
          <w:ilvl w:val="0"/>
          <w:numId w:val="35"/>
        </w:numPr>
        <w:contextualSpacing w:val="0"/>
      </w:pPr>
      <w:r>
        <w:t xml:space="preserve">The supplied </w:t>
      </w:r>
      <w:r w:rsidR="00447467">
        <w:t xml:space="preserve">assemblies </w:t>
      </w:r>
      <w:r w:rsidR="003E30E8">
        <w:t xml:space="preserve">and part </w:t>
      </w:r>
      <w:r>
        <w:t>f</w:t>
      </w:r>
      <w:r w:rsidR="003E30E8">
        <w:t xml:space="preserve">iles are located in </w:t>
      </w:r>
      <w:r w:rsidR="00773221">
        <w:t>Z:\</w:t>
      </w:r>
      <w:r w:rsidR="00C677A0">
        <w:t>Day</w:t>
      </w:r>
      <w:r w:rsidR="004A35E5">
        <w:t>2</w:t>
      </w:r>
      <w:r w:rsidR="00773221">
        <w:t>\</w:t>
      </w:r>
      <w:r>
        <w:t>.</w:t>
      </w:r>
    </w:p>
    <w:p w:rsidR="00853172" w:rsidRDefault="00853172" w:rsidP="003F6CE0">
      <w:pPr>
        <w:pStyle w:val="numberedlist"/>
        <w:contextualSpacing w:val="0"/>
        <w:rPr>
          <w:rFonts w:eastAsiaTheme="majorEastAsia" w:cstheme="majorBidi"/>
          <w:b/>
          <w:bCs/>
          <w:i/>
          <w:sz w:val="22"/>
          <w:szCs w:val="26"/>
        </w:rPr>
      </w:pPr>
    </w:p>
    <w:p w:rsidR="00B5072C" w:rsidRPr="003F6CE0" w:rsidRDefault="008E4615" w:rsidP="003F6CE0">
      <w:pPr>
        <w:pStyle w:val="numberedlist"/>
        <w:contextualSpacing w:val="0"/>
        <w:rPr>
          <w:rFonts w:eastAsiaTheme="majorEastAsia" w:cstheme="majorBidi"/>
          <w:b/>
          <w:bCs/>
          <w:i/>
          <w:sz w:val="22"/>
          <w:szCs w:val="26"/>
        </w:rPr>
      </w:pPr>
      <w:r w:rsidRPr="003F6CE0">
        <w:rPr>
          <w:rFonts w:eastAsiaTheme="majorEastAsia" w:cstheme="majorBidi"/>
          <w:b/>
          <w:bCs/>
          <w:i/>
          <w:sz w:val="22"/>
          <w:szCs w:val="26"/>
        </w:rPr>
        <w:t>MODEL AND ASSEMBLE THE PARTS</w:t>
      </w:r>
    </w:p>
    <w:p w:rsidR="00020DA2" w:rsidRPr="004F23C2" w:rsidRDefault="008C63C6" w:rsidP="00853172">
      <w:pPr>
        <w:pStyle w:val="numberedlist"/>
        <w:numPr>
          <w:ilvl w:val="0"/>
          <w:numId w:val="21"/>
        </w:numPr>
        <w:jc w:val="both"/>
        <w:rPr>
          <w:lang w:val="nl-NL"/>
        </w:rPr>
      </w:pPr>
      <w:r>
        <w:rPr>
          <w:lang w:val="nl-NL"/>
        </w:rPr>
        <w:t xml:space="preserve">Model the required </w:t>
      </w:r>
      <w:r w:rsidR="002B47A2" w:rsidRPr="004F23C2">
        <w:rPr>
          <w:lang w:val="nl-NL"/>
        </w:rPr>
        <w:t>parts</w:t>
      </w:r>
      <w:r w:rsidR="00447467">
        <w:rPr>
          <w:lang w:val="nl-NL"/>
        </w:rPr>
        <w:t xml:space="preserve"> and frames</w:t>
      </w:r>
      <w:r w:rsidR="008332C2" w:rsidRPr="004F23C2">
        <w:rPr>
          <w:lang w:val="nl-NL"/>
        </w:rPr>
        <w:t xml:space="preserve">. </w:t>
      </w:r>
      <w:r w:rsidR="008064CA" w:rsidRPr="004F23C2">
        <w:rPr>
          <w:lang w:val="nl-NL"/>
        </w:rPr>
        <w:t xml:space="preserve">Refer to </w:t>
      </w:r>
      <w:r w:rsidR="00B574E1" w:rsidRPr="004F23C2">
        <w:rPr>
          <w:lang w:val="nl-NL"/>
        </w:rPr>
        <w:t xml:space="preserve">the </w:t>
      </w:r>
      <w:r w:rsidR="00B95E36" w:rsidRPr="004F23C2">
        <w:rPr>
          <w:lang w:val="nl-NL"/>
        </w:rPr>
        <w:t>prints</w:t>
      </w:r>
      <w:r w:rsidR="008064CA" w:rsidRPr="004F23C2">
        <w:rPr>
          <w:lang w:val="nl-NL"/>
        </w:rPr>
        <w:t xml:space="preserve"> </w:t>
      </w:r>
      <w:r w:rsidR="00A108EA" w:rsidRPr="004F23C2">
        <w:rPr>
          <w:lang w:val="nl-NL"/>
        </w:rPr>
        <w:t xml:space="preserve">for </w:t>
      </w:r>
      <w:r w:rsidR="003F6CE0" w:rsidRPr="004F23C2">
        <w:rPr>
          <w:lang w:val="nl-NL"/>
        </w:rPr>
        <w:t xml:space="preserve">the </w:t>
      </w:r>
      <w:r w:rsidR="00F65C4A">
        <w:rPr>
          <w:lang w:val="nl-NL"/>
        </w:rPr>
        <w:t xml:space="preserve">part </w:t>
      </w:r>
      <w:r w:rsidR="004A511B" w:rsidRPr="004F23C2">
        <w:rPr>
          <w:lang w:val="nl-NL"/>
        </w:rPr>
        <w:t xml:space="preserve">names and </w:t>
      </w:r>
      <w:r w:rsidR="003F6CE0" w:rsidRPr="004F23C2">
        <w:rPr>
          <w:lang w:val="nl-NL"/>
        </w:rPr>
        <w:t xml:space="preserve">dimensions of </w:t>
      </w:r>
      <w:r w:rsidR="002B47A2" w:rsidRPr="004F23C2">
        <w:rPr>
          <w:lang w:val="nl-NL"/>
        </w:rPr>
        <w:t>each part</w:t>
      </w:r>
      <w:r w:rsidR="00773221">
        <w:rPr>
          <w:lang w:val="nl-NL"/>
        </w:rPr>
        <w:t xml:space="preserve"> or frame</w:t>
      </w:r>
      <w:r w:rsidR="00171DEC" w:rsidRPr="004F23C2">
        <w:rPr>
          <w:lang w:val="nl-NL"/>
        </w:rPr>
        <w:t>.</w:t>
      </w:r>
    </w:p>
    <w:p w:rsidR="00DE74C9" w:rsidRDefault="009B723C" w:rsidP="00853172">
      <w:pPr>
        <w:pStyle w:val="numberedlist"/>
        <w:numPr>
          <w:ilvl w:val="0"/>
          <w:numId w:val="21"/>
        </w:numPr>
        <w:jc w:val="both"/>
        <w:rPr>
          <w:lang w:val="nl-NL"/>
        </w:rPr>
      </w:pPr>
      <w:r>
        <w:rPr>
          <w:lang w:val="nl-NL"/>
        </w:rPr>
        <w:t>Create the required subassembly</w:t>
      </w:r>
      <w:r w:rsidR="00DE74C9">
        <w:rPr>
          <w:lang w:val="nl-NL"/>
        </w:rPr>
        <w:t xml:space="preserve"> using </w:t>
      </w:r>
      <w:r w:rsidR="00DE74C9">
        <w:t>the printed data and data</w:t>
      </w:r>
      <w:r w:rsidR="00DE74C9" w:rsidRPr="004F23C2">
        <w:rPr>
          <w:lang w:val="nl-NL"/>
        </w:rPr>
        <w:t xml:space="preserve"> </w:t>
      </w:r>
      <w:r w:rsidR="00DE74C9">
        <w:rPr>
          <w:lang w:val="nl-NL"/>
        </w:rPr>
        <w:t xml:space="preserve">files </w:t>
      </w:r>
      <w:r w:rsidR="00DE74C9" w:rsidRPr="004F23C2">
        <w:rPr>
          <w:lang w:val="nl-NL"/>
        </w:rPr>
        <w:t>for reference</w:t>
      </w:r>
      <w:r>
        <w:rPr>
          <w:lang w:val="nl-NL"/>
        </w:rPr>
        <w:t>.</w:t>
      </w:r>
      <w:r w:rsidR="00232B70">
        <w:rPr>
          <w:lang w:val="nl-NL"/>
        </w:rPr>
        <w:t xml:space="preserve"> All required dimensions are given, use your best engineering knowledge if you feel something is missing.</w:t>
      </w:r>
    </w:p>
    <w:p w:rsidR="00A108EA" w:rsidRDefault="009B723C" w:rsidP="00853172">
      <w:pPr>
        <w:pStyle w:val="numberedlist"/>
        <w:numPr>
          <w:ilvl w:val="0"/>
          <w:numId w:val="21"/>
        </w:numPr>
        <w:jc w:val="both"/>
        <w:rPr>
          <w:lang w:val="nl-NL"/>
        </w:rPr>
      </w:pPr>
      <w:r>
        <w:rPr>
          <w:lang w:val="nl-NL"/>
        </w:rPr>
        <w:t xml:space="preserve">Create the required assembly </w:t>
      </w:r>
      <w:r w:rsidR="001A7076">
        <w:rPr>
          <w:lang w:val="nl-NL"/>
        </w:rPr>
        <w:t xml:space="preserve">using </w:t>
      </w:r>
      <w:r w:rsidR="00AF7DCC">
        <w:t>the print</w:t>
      </w:r>
      <w:r w:rsidR="00773221">
        <w:t>ed data and data</w:t>
      </w:r>
      <w:r w:rsidR="008C63C6" w:rsidRPr="004F23C2">
        <w:rPr>
          <w:lang w:val="nl-NL"/>
        </w:rPr>
        <w:t xml:space="preserve"> </w:t>
      </w:r>
      <w:r w:rsidR="00773221">
        <w:rPr>
          <w:lang w:val="nl-NL"/>
        </w:rPr>
        <w:t xml:space="preserve">files </w:t>
      </w:r>
      <w:r w:rsidR="00AE4659" w:rsidRPr="004F23C2">
        <w:rPr>
          <w:lang w:val="nl-NL"/>
        </w:rPr>
        <w:t>for reference.</w:t>
      </w:r>
    </w:p>
    <w:p w:rsidR="00853172" w:rsidRDefault="00853172" w:rsidP="00C16AF7">
      <w:pPr>
        <w:pStyle w:val="Heading2"/>
        <w:spacing w:after="0"/>
      </w:pPr>
    </w:p>
    <w:p w:rsidR="005642D1" w:rsidRPr="00A108EA" w:rsidRDefault="005642D1" w:rsidP="00BF5937">
      <w:pPr>
        <w:pStyle w:val="Heading2"/>
      </w:pPr>
      <w:r w:rsidRPr="00A108EA">
        <w:t>CREATE DRAWINGS</w:t>
      </w:r>
    </w:p>
    <w:p w:rsidR="00B95131" w:rsidRDefault="00B95131" w:rsidP="0073530F">
      <w:pPr>
        <w:pStyle w:val="numberedlist"/>
        <w:numPr>
          <w:ilvl w:val="0"/>
          <w:numId w:val="33"/>
        </w:numPr>
        <w:tabs>
          <w:tab w:val="num" w:pos="360"/>
        </w:tabs>
        <w:contextualSpacing w:val="0"/>
      </w:pPr>
      <w:r>
        <w:t>To complete the drawings:</w:t>
      </w:r>
    </w:p>
    <w:p w:rsidR="00B86A5A" w:rsidRDefault="00082A61" w:rsidP="00853172">
      <w:pPr>
        <w:pStyle w:val="numberedlist"/>
        <w:numPr>
          <w:ilvl w:val="1"/>
          <w:numId w:val="29"/>
        </w:numPr>
        <w:contextualSpacing w:val="0"/>
        <w:jc w:val="both"/>
      </w:pPr>
      <w:r>
        <w:t xml:space="preserve">On the </w:t>
      </w:r>
      <w:r w:rsidR="00A220F9">
        <w:t>first sheet</w:t>
      </w:r>
      <w:r>
        <w:t xml:space="preserve">, create </w:t>
      </w:r>
      <w:r w:rsidR="007B462A">
        <w:t>a</w:t>
      </w:r>
      <w:r w:rsidR="00A12F30">
        <w:t>n exploded</w:t>
      </w:r>
      <w:r w:rsidR="00662DE9">
        <w:t>,</w:t>
      </w:r>
      <w:r w:rsidR="007B462A">
        <w:t xml:space="preserve"> </w:t>
      </w:r>
      <w:r w:rsidR="00A220F9">
        <w:t>shaded</w:t>
      </w:r>
      <w:r w:rsidR="009D7652">
        <w:t xml:space="preserve"> isometric</w:t>
      </w:r>
      <w:r w:rsidR="000C4C1D">
        <w:t xml:space="preserve"> view of the </w:t>
      </w:r>
      <w:r w:rsidR="00B86A5A">
        <w:t xml:space="preserve">complete </w:t>
      </w:r>
      <w:r w:rsidR="003B585B">
        <w:t>019310</w:t>
      </w:r>
      <w:r w:rsidR="000C4C1D">
        <w:t xml:space="preserve"> </w:t>
      </w:r>
      <w:r>
        <w:t>assembl</w:t>
      </w:r>
      <w:r w:rsidR="000B44C8">
        <w:t>y (do not explode subassemblies)</w:t>
      </w:r>
      <w:r w:rsidR="009D7652">
        <w:t>.</w:t>
      </w:r>
    </w:p>
    <w:p w:rsidR="000C4C1D" w:rsidRDefault="00092F5C" w:rsidP="00853172">
      <w:pPr>
        <w:pStyle w:val="numberedlist"/>
        <w:numPr>
          <w:ilvl w:val="1"/>
          <w:numId w:val="29"/>
        </w:numPr>
        <w:contextualSpacing w:val="0"/>
        <w:jc w:val="both"/>
      </w:pPr>
      <w:r>
        <w:t>A</w:t>
      </w:r>
      <w:r w:rsidR="00A108EA">
        <w:t xml:space="preserve">dd balloons </w:t>
      </w:r>
      <w:r w:rsidR="003B585B">
        <w:t xml:space="preserve">and a parts list. </w:t>
      </w:r>
      <w:r w:rsidR="00B86A5A">
        <w:t xml:space="preserve">The list </w:t>
      </w:r>
      <w:r w:rsidR="00E33962">
        <w:t xml:space="preserve">should have </w:t>
      </w:r>
      <w:r w:rsidR="00883650">
        <w:t>4</w:t>
      </w:r>
      <w:r w:rsidR="00E33962">
        <w:t xml:space="preserve"> columns, ITEM, QTY, PART NUMBER</w:t>
      </w:r>
      <w:r w:rsidR="00853172">
        <w:t xml:space="preserve"> and VOLUME</w:t>
      </w:r>
      <w:r w:rsidR="00E33962">
        <w:t>.</w:t>
      </w:r>
    </w:p>
    <w:p w:rsidR="00447467" w:rsidRDefault="00447467" w:rsidP="00853172">
      <w:pPr>
        <w:pStyle w:val="numberedlist"/>
        <w:numPr>
          <w:ilvl w:val="1"/>
          <w:numId w:val="29"/>
        </w:numPr>
        <w:contextualSpacing w:val="0"/>
        <w:jc w:val="both"/>
      </w:pPr>
      <w:r>
        <w:t xml:space="preserve">On the </w:t>
      </w:r>
      <w:r w:rsidR="009B723C">
        <w:t>second</w:t>
      </w:r>
      <w:r>
        <w:t xml:space="preserve"> sheet, create an exploded, shaded isometric view of the SUB-199310</w:t>
      </w:r>
      <w:r w:rsidRPr="000F4944">
        <w:t xml:space="preserve"> </w:t>
      </w:r>
      <w:r>
        <w:t>subassembly.</w:t>
      </w:r>
    </w:p>
    <w:p w:rsidR="00447467" w:rsidRDefault="00447467" w:rsidP="00853172">
      <w:pPr>
        <w:pStyle w:val="numberedlist"/>
        <w:numPr>
          <w:ilvl w:val="1"/>
          <w:numId w:val="29"/>
        </w:numPr>
        <w:contextualSpacing w:val="0"/>
        <w:jc w:val="both"/>
      </w:pPr>
      <w:r>
        <w:t>Add balloons and a parts list. The list should have 3 columns, ITEM, QTY, and PART NUMBER.</w:t>
      </w:r>
    </w:p>
    <w:p w:rsidR="00AF5D73" w:rsidRDefault="00662DE9" w:rsidP="00853172">
      <w:pPr>
        <w:pStyle w:val="numberedlist"/>
        <w:numPr>
          <w:ilvl w:val="1"/>
          <w:numId w:val="29"/>
        </w:numPr>
        <w:contextualSpacing w:val="0"/>
        <w:jc w:val="both"/>
      </w:pPr>
      <w:r>
        <w:t xml:space="preserve">On the </w:t>
      </w:r>
      <w:r w:rsidR="009B723C">
        <w:t>third</w:t>
      </w:r>
      <w:r>
        <w:t xml:space="preserve"> sheet, create</w:t>
      </w:r>
      <w:r w:rsidR="006131BD">
        <w:t xml:space="preserve"> flat pattern drawings of parts</w:t>
      </w:r>
      <w:r>
        <w:t xml:space="preserve"> 500538L, 500538R, 500446R, and 500504R.</w:t>
      </w:r>
      <w:r w:rsidR="000B44C8">
        <w:t xml:space="preserve"> Add </w:t>
      </w:r>
      <w:r w:rsidR="006131BD">
        <w:t>part</w:t>
      </w:r>
      <w:r w:rsidR="0072108C">
        <w:t>s</w:t>
      </w:r>
      <w:r w:rsidR="006131BD">
        <w:t xml:space="preserve"> number</w:t>
      </w:r>
      <w:r w:rsidR="0072108C">
        <w:t>s</w:t>
      </w:r>
      <w:r w:rsidR="006131BD">
        <w:t xml:space="preserve"> and </w:t>
      </w:r>
      <w:r w:rsidR="000B44C8">
        <w:t>all necessary dimensions</w:t>
      </w:r>
      <w:r w:rsidR="006131BD">
        <w:t xml:space="preserve"> (without tolerance)</w:t>
      </w:r>
      <w:r w:rsidR="000B44C8">
        <w:t>.</w:t>
      </w:r>
    </w:p>
    <w:p w:rsidR="0051171D" w:rsidRDefault="0051171D" w:rsidP="00853172">
      <w:pPr>
        <w:pStyle w:val="numberedlist"/>
        <w:numPr>
          <w:ilvl w:val="1"/>
          <w:numId w:val="29"/>
        </w:numPr>
        <w:contextualSpacing w:val="0"/>
        <w:jc w:val="both"/>
      </w:pPr>
      <w:r>
        <w:t>On the same sheet, c</w:t>
      </w:r>
      <w:r w:rsidR="0072108C">
        <w:t>reate a view of 500106-041_EDGE. Add part number and all necessary dimensions (without tolerance). A</w:t>
      </w:r>
      <w:r>
        <w:t>dd the weld symbol.</w:t>
      </w:r>
    </w:p>
    <w:p w:rsidR="00853172" w:rsidRDefault="00853172" w:rsidP="00C16AF7">
      <w:pPr>
        <w:pStyle w:val="Heading2"/>
        <w:spacing w:after="0"/>
      </w:pPr>
    </w:p>
    <w:p w:rsidR="00110972" w:rsidRDefault="00110972" w:rsidP="00110972">
      <w:pPr>
        <w:pStyle w:val="Heading2"/>
      </w:pPr>
      <w:r>
        <w:t>CREATE ANIMATIONS</w:t>
      </w:r>
    </w:p>
    <w:p w:rsidR="00110972" w:rsidRDefault="00110972" w:rsidP="00110972">
      <w:pPr>
        <w:pStyle w:val="numberedlist"/>
        <w:ind w:left="720"/>
        <w:jc w:val="both"/>
      </w:pPr>
      <w:r>
        <w:t>All animations must show the collapsing</w:t>
      </w:r>
      <w:r w:rsidR="008149CA">
        <w:t xml:space="preserve"> </w:t>
      </w:r>
      <w:r w:rsidR="00F8188D">
        <w:t>(showing assembly process)</w:t>
      </w:r>
      <w:r>
        <w:t xml:space="preserve"> of the parts, be a minimum of 5 seconds and be saved as AVI files.</w:t>
      </w:r>
    </w:p>
    <w:p w:rsidR="00110972" w:rsidRDefault="00110972" w:rsidP="00110972">
      <w:pPr>
        <w:pStyle w:val="numberedlist"/>
        <w:numPr>
          <w:ilvl w:val="0"/>
          <w:numId w:val="30"/>
        </w:numPr>
      </w:pPr>
      <w:r>
        <w:t xml:space="preserve">Create an </w:t>
      </w:r>
      <w:r w:rsidR="00AE3B74">
        <w:t xml:space="preserve">assembly </w:t>
      </w:r>
      <w:r>
        <w:t xml:space="preserve">animation of </w:t>
      </w:r>
      <w:r>
        <w:t xml:space="preserve">the 019310 </w:t>
      </w:r>
      <w:r>
        <w:t>assembly.</w:t>
      </w:r>
    </w:p>
    <w:p w:rsidR="00495336" w:rsidRDefault="00495336" w:rsidP="00495336">
      <w:pPr>
        <w:pStyle w:val="numberedlist"/>
        <w:numPr>
          <w:ilvl w:val="0"/>
          <w:numId w:val="30"/>
        </w:numPr>
      </w:pPr>
      <w:r>
        <w:t xml:space="preserve">Create an </w:t>
      </w:r>
      <w:r w:rsidR="00AE3B74">
        <w:t>assembly animation</w:t>
      </w:r>
      <w:r w:rsidR="00AE3B74">
        <w:t xml:space="preserve"> </w:t>
      </w:r>
      <w:r>
        <w:t>of the SUB-199310 subassembly.</w:t>
      </w:r>
    </w:p>
    <w:p w:rsidR="00110972" w:rsidRDefault="00110972" w:rsidP="00110972">
      <w:pPr>
        <w:pStyle w:val="numberedlist"/>
        <w:numPr>
          <w:ilvl w:val="0"/>
          <w:numId w:val="30"/>
        </w:numPr>
      </w:pPr>
      <w:r>
        <w:lastRenderedPageBreak/>
        <w:t xml:space="preserve">Create an </w:t>
      </w:r>
      <w:r w:rsidR="00AE3B74">
        <w:t>assembly animation</w:t>
      </w:r>
      <w:r w:rsidR="00AE3B74">
        <w:t xml:space="preserve"> </w:t>
      </w:r>
      <w:r>
        <w:t>of the 500106R</w:t>
      </w:r>
      <w:r w:rsidRPr="000F4944">
        <w:t xml:space="preserve"> </w:t>
      </w:r>
      <w:r>
        <w:t>frame.</w:t>
      </w:r>
    </w:p>
    <w:p w:rsidR="00110972" w:rsidRDefault="00110972" w:rsidP="00110972">
      <w:pPr>
        <w:pStyle w:val="numberedlist"/>
        <w:numPr>
          <w:ilvl w:val="0"/>
          <w:numId w:val="30"/>
        </w:numPr>
      </w:pPr>
      <w:r>
        <w:t xml:space="preserve">Create an </w:t>
      </w:r>
      <w:r w:rsidR="00AE3B74">
        <w:t>assembly animation</w:t>
      </w:r>
      <w:r w:rsidR="00AE3B74">
        <w:t xml:space="preserve"> </w:t>
      </w:r>
      <w:bookmarkStart w:id="4" w:name="_GoBack"/>
      <w:bookmarkEnd w:id="4"/>
      <w:r>
        <w:t xml:space="preserve">of the </w:t>
      </w:r>
      <w:r>
        <w:t>500620R</w:t>
      </w:r>
      <w:r w:rsidRPr="000F4944">
        <w:t xml:space="preserve"> </w:t>
      </w:r>
      <w:r>
        <w:t>frame.</w:t>
      </w:r>
    </w:p>
    <w:p w:rsidR="00110972" w:rsidRDefault="00110972" w:rsidP="00B93783">
      <w:pPr>
        <w:pStyle w:val="Heading2"/>
      </w:pPr>
    </w:p>
    <w:p w:rsidR="00B93783" w:rsidRDefault="00B93783" w:rsidP="00B93783">
      <w:pPr>
        <w:pStyle w:val="Heading2"/>
      </w:pPr>
      <w:r>
        <w:t>REMARKS</w:t>
      </w:r>
    </w:p>
    <w:p w:rsidR="006C70CC" w:rsidRDefault="006C70CC" w:rsidP="003E14EF">
      <w:pPr>
        <w:pStyle w:val="numberedlist"/>
        <w:numPr>
          <w:ilvl w:val="0"/>
          <w:numId w:val="37"/>
        </w:numPr>
      </w:pPr>
      <w:r>
        <w:t>For missing dimensions, approximate the value or check against matching parts.</w:t>
      </w:r>
    </w:p>
    <w:p w:rsidR="00F91DDC" w:rsidRDefault="00F91DDC" w:rsidP="003E14EF">
      <w:pPr>
        <w:pStyle w:val="numberedlist"/>
        <w:numPr>
          <w:ilvl w:val="0"/>
          <w:numId w:val="37"/>
        </w:numPr>
      </w:pPr>
      <w:r>
        <w:t xml:space="preserve">Standard </w:t>
      </w:r>
      <w:r w:rsidR="00710E0D">
        <w:t>fasteners</w:t>
      </w:r>
      <w:r>
        <w:t xml:space="preserve"> are required on SUB-199310 only.</w:t>
      </w:r>
    </w:p>
    <w:p w:rsidR="00B93783" w:rsidRDefault="00B93783" w:rsidP="003E14EF">
      <w:pPr>
        <w:pStyle w:val="numberedlist"/>
        <w:numPr>
          <w:ilvl w:val="0"/>
          <w:numId w:val="37"/>
        </w:numPr>
      </w:pPr>
      <w:r>
        <w:t>All drawing</w:t>
      </w:r>
      <w:r w:rsidR="006054EB">
        <w:t xml:space="preserve">s </w:t>
      </w:r>
      <w:r w:rsidR="000B44C8">
        <w:t>must</w:t>
      </w:r>
      <w:r w:rsidR="006054EB">
        <w:t xml:space="preserve"> be printed o</w:t>
      </w:r>
      <w:r w:rsidR="004853E3">
        <w:t xml:space="preserve">n </w:t>
      </w:r>
      <w:r w:rsidR="00E46843">
        <w:t>A2</w:t>
      </w:r>
      <w:r>
        <w:t xml:space="preserve"> size sheet</w:t>
      </w:r>
      <w:r w:rsidR="004853E3">
        <w:t>s</w:t>
      </w:r>
      <w:r>
        <w:t>.</w:t>
      </w:r>
    </w:p>
    <w:p w:rsidR="00B93783" w:rsidRDefault="00B93783" w:rsidP="003E14EF">
      <w:pPr>
        <w:pStyle w:val="numberedlist"/>
        <w:numPr>
          <w:ilvl w:val="0"/>
          <w:numId w:val="37"/>
        </w:numPr>
      </w:pPr>
      <w:r>
        <w:t xml:space="preserve">All files </w:t>
      </w:r>
      <w:r w:rsidR="000B44C8">
        <w:t>must</w:t>
      </w:r>
      <w:r>
        <w:t xml:space="preserve"> be saved </w:t>
      </w:r>
      <w:r w:rsidR="00110972">
        <w:t>using the com</w:t>
      </w:r>
      <w:r w:rsidR="00110972">
        <w:t xml:space="preserve">petition file naming convention </w:t>
      </w:r>
      <w:r>
        <w:t>in the following fo</w:t>
      </w:r>
      <w:r w:rsidR="00A12F30">
        <w:t xml:space="preserve">lder: </w:t>
      </w:r>
      <w:r w:rsidR="00E93FF5">
        <w:t>D</w:t>
      </w:r>
      <w:r w:rsidR="000B44C8">
        <w:t>:</w:t>
      </w:r>
      <w:r w:rsidR="00417000">
        <w:t>\Country code\Day2</w:t>
      </w:r>
      <w:r w:rsidR="00EB3036">
        <w:t>\</w:t>
      </w:r>
      <w:r>
        <w:t>.</w:t>
      </w:r>
    </w:p>
    <w:p w:rsidR="00CE6B36" w:rsidRDefault="00CE6B36" w:rsidP="00CE6B36">
      <w:pPr>
        <w:pStyle w:val="Heading1"/>
      </w:pPr>
      <w:r>
        <w:t>Marking scheme</w:t>
      </w:r>
    </w:p>
    <w:tbl>
      <w:tblPr>
        <w:tblStyle w:val="TableGrid"/>
        <w:tblW w:w="6768" w:type="dxa"/>
        <w:tblLook w:val="04A0" w:firstRow="1" w:lastRow="0" w:firstColumn="1" w:lastColumn="0" w:noHBand="0" w:noVBand="1"/>
      </w:tblPr>
      <w:tblGrid>
        <w:gridCol w:w="1355"/>
        <w:gridCol w:w="3073"/>
        <w:gridCol w:w="1117"/>
        <w:gridCol w:w="1223"/>
      </w:tblGrid>
      <w:tr w:rsidR="00072C06" w:rsidTr="001D7EC3">
        <w:tc>
          <w:tcPr>
            <w:tcW w:w="1355" w:type="dxa"/>
          </w:tcPr>
          <w:p w:rsidR="00072C06" w:rsidRDefault="00072C06" w:rsidP="00EF3E9F">
            <w:pPr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3073" w:type="dxa"/>
          </w:tcPr>
          <w:p w:rsidR="00072C06" w:rsidRPr="00344F2E" w:rsidRDefault="00072C06" w:rsidP="00EF3E9F">
            <w:pPr>
              <w:rPr>
                <w:b/>
              </w:rPr>
            </w:pPr>
            <w:r>
              <w:rPr>
                <w:b/>
              </w:rPr>
              <w:t>SUBCRITERION</w:t>
            </w:r>
          </w:p>
        </w:tc>
        <w:tc>
          <w:tcPr>
            <w:tcW w:w="1117" w:type="dxa"/>
          </w:tcPr>
          <w:p w:rsidR="00072C06" w:rsidRPr="00344F2E" w:rsidRDefault="001D7EC3" w:rsidP="00072C06">
            <w:pPr>
              <w:jc w:val="center"/>
              <w:rPr>
                <w:b/>
              </w:rPr>
            </w:pPr>
            <w:r>
              <w:rPr>
                <w:b/>
              </w:rPr>
              <w:t>Objective</w:t>
            </w:r>
          </w:p>
        </w:tc>
        <w:tc>
          <w:tcPr>
            <w:tcW w:w="1223" w:type="dxa"/>
          </w:tcPr>
          <w:p w:rsidR="00072C06" w:rsidRDefault="001D7EC3" w:rsidP="00072C06">
            <w:pPr>
              <w:jc w:val="center"/>
              <w:rPr>
                <w:b/>
              </w:rPr>
            </w:pPr>
            <w:r>
              <w:rPr>
                <w:b/>
              </w:rPr>
              <w:t>Subjective</w:t>
            </w:r>
          </w:p>
        </w:tc>
      </w:tr>
      <w:tr w:rsidR="00072C06" w:rsidTr="001D7EC3">
        <w:tc>
          <w:tcPr>
            <w:tcW w:w="1355" w:type="dxa"/>
          </w:tcPr>
          <w:p w:rsidR="00072C06" w:rsidRDefault="00072C06" w:rsidP="0002260E">
            <w:r>
              <w:t>B1</w:t>
            </w:r>
          </w:p>
        </w:tc>
        <w:tc>
          <w:tcPr>
            <w:tcW w:w="3073" w:type="dxa"/>
          </w:tcPr>
          <w:p w:rsidR="00072C06" w:rsidRDefault="00072C06" w:rsidP="0002260E">
            <w:r>
              <w:t>Parts and assemblies</w:t>
            </w:r>
          </w:p>
        </w:tc>
        <w:tc>
          <w:tcPr>
            <w:tcW w:w="1117" w:type="dxa"/>
          </w:tcPr>
          <w:p w:rsidR="00072C06" w:rsidRDefault="004D2D6D" w:rsidP="0038029A">
            <w:pPr>
              <w:jc w:val="center"/>
            </w:pPr>
            <w:r>
              <w:t>10.4</w:t>
            </w:r>
          </w:p>
        </w:tc>
        <w:tc>
          <w:tcPr>
            <w:tcW w:w="1223" w:type="dxa"/>
          </w:tcPr>
          <w:p w:rsidR="00072C06" w:rsidRDefault="00072C06" w:rsidP="00072C06">
            <w:pPr>
              <w:jc w:val="center"/>
            </w:pPr>
          </w:p>
        </w:tc>
      </w:tr>
      <w:tr w:rsidR="00072C06" w:rsidTr="001D7EC3">
        <w:tc>
          <w:tcPr>
            <w:tcW w:w="1355" w:type="dxa"/>
          </w:tcPr>
          <w:p w:rsidR="00072C06" w:rsidRDefault="00072C06" w:rsidP="0002260E">
            <w:r>
              <w:t>B2</w:t>
            </w:r>
          </w:p>
        </w:tc>
        <w:tc>
          <w:tcPr>
            <w:tcW w:w="3073" w:type="dxa"/>
          </w:tcPr>
          <w:p w:rsidR="00072C06" w:rsidRDefault="00072C06" w:rsidP="0002260E">
            <w:r>
              <w:t>Frame parts and assemblies</w:t>
            </w:r>
          </w:p>
        </w:tc>
        <w:tc>
          <w:tcPr>
            <w:tcW w:w="1117" w:type="dxa"/>
          </w:tcPr>
          <w:p w:rsidR="00072C06" w:rsidRDefault="004D2D6D" w:rsidP="00072C06">
            <w:pPr>
              <w:jc w:val="center"/>
            </w:pPr>
            <w:r>
              <w:t>1</w:t>
            </w:r>
          </w:p>
        </w:tc>
        <w:tc>
          <w:tcPr>
            <w:tcW w:w="1223" w:type="dxa"/>
          </w:tcPr>
          <w:p w:rsidR="00072C06" w:rsidRDefault="00072C06" w:rsidP="00072C06">
            <w:pPr>
              <w:jc w:val="center"/>
            </w:pPr>
          </w:p>
        </w:tc>
      </w:tr>
      <w:tr w:rsidR="00072C06" w:rsidTr="001D7EC3">
        <w:tc>
          <w:tcPr>
            <w:tcW w:w="1355" w:type="dxa"/>
          </w:tcPr>
          <w:p w:rsidR="00072C06" w:rsidRDefault="00072C06" w:rsidP="0002260E">
            <w:r>
              <w:t>B3</w:t>
            </w:r>
          </w:p>
        </w:tc>
        <w:tc>
          <w:tcPr>
            <w:tcW w:w="3073" w:type="dxa"/>
          </w:tcPr>
          <w:p w:rsidR="00072C06" w:rsidRDefault="00072C06" w:rsidP="0002260E">
            <w:r>
              <w:t>Fabrication drawing details</w:t>
            </w:r>
          </w:p>
        </w:tc>
        <w:tc>
          <w:tcPr>
            <w:tcW w:w="1117" w:type="dxa"/>
          </w:tcPr>
          <w:p w:rsidR="00072C06" w:rsidRDefault="004D2D6D" w:rsidP="00072C06">
            <w:pPr>
              <w:jc w:val="center"/>
            </w:pPr>
            <w:r>
              <w:t>4.9</w:t>
            </w:r>
          </w:p>
        </w:tc>
        <w:tc>
          <w:tcPr>
            <w:tcW w:w="1223" w:type="dxa"/>
          </w:tcPr>
          <w:p w:rsidR="00072C06" w:rsidRDefault="00072C06" w:rsidP="00072C06">
            <w:pPr>
              <w:jc w:val="center"/>
            </w:pPr>
          </w:p>
        </w:tc>
      </w:tr>
      <w:tr w:rsidR="00072C06" w:rsidTr="001D7EC3">
        <w:tc>
          <w:tcPr>
            <w:tcW w:w="1355" w:type="dxa"/>
          </w:tcPr>
          <w:p w:rsidR="00072C06" w:rsidRDefault="00072C06" w:rsidP="0002260E">
            <w:r>
              <w:t>B4</w:t>
            </w:r>
          </w:p>
        </w:tc>
        <w:tc>
          <w:tcPr>
            <w:tcW w:w="3073" w:type="dxa"/>
          </w:tcPr>
          <w:p w:rsidR="00072C06" w:rsidRDefault="00072C06" w:rsidP="0002260E">
            <w:r>
              <w:t>Drawing views and presentation</w:t>
            </w:r>
          </w:p>
        </w:tc>
        <w:tc>
          <w:tcPr>
            <w:tcW w:w="1117" w:type="dxa"/>
          </w:tcPr>
          <w:p w:rsidR="00072C06" w:rsidRDefault="004D2D6D" w:rsidP="00072C06">
            <w:pPr>
              <w:jc w:val="center"/>
            </w:pPr>
            <w:r>
              <w:t>7.7</w:t>
            </w:r>
          </w:p>
        </w:tc>
        <w:tc>
          <w:tcPr>
            <w:tcW w:w="1223" w:type="dxa"/>
          </w:tcPr>
          <w:p w:rsidR="00072C06" w:rsidRDefault="00072C06" w:rsidP="00072C06">
            <w:pPr>
              <w:jc w:val="center"/>
            </w:pPr>
            <w:r>
              <w:t>1</w:t>
            </w:r>
          </w:p>
        </w:tc>
      </w:tr>
      <w:tr w:rsidR="00072C06" w:rsidTr="001D7EC3">
        <w:tc>
          <w:tcPr>
            <w:tcW w:w="1355" w:type="dxa"/>
          </w:tcPr>
          <w:p w:rsidR="00072C06" w:rsidRPr="00782098" w:rsidRDefault="00072C06" w:rsidP="00344F2E">
            <w:pPr>
              <w:jc w:val="right"/>
              <w:rPr>
                <w:b/>
              </w:rPr>
            </w:pPr>
          </w:p>
        </w:tc>
        <w:tc>
          <w:tcPr>
            <w:tcW w:w="3073" w:type="dxa"/>
          </w:tcPr>
          <w:p w:rsidR="00072C06" w:rsidRDefault="00072C06" w:rsidP="00344F2E">
            <w:pPr>
              <w:jc w:val="right"/>
            </w:pPr>
            <w:r w:rsidRPr="00782098">
              <w:rPr>
                <w:b/>
              </w:rPr>
              <w:t>Total</w:t>
            </w:r>
            <w:r>
              <w:t>:</w:t>
            </w:r>
          </w:p>
        </w:tc>
        <w:tc>
          <w:tcPr>
            <w:tcW w:w="1117" w:type="dxa"/>
          </w:tcPr>
          <w:p w:rsidR="00072C06" w:rsidRDefault="004D2D6D" w:rsidP="00072C06">
            <w:pPr>
              <w:jc w:val="center"/>
            </w:pPr>
            <w:r>
              <w:t>24</w:t>
            </w:r>
          </w:p>
        </w:tc>
        <w:tc>
          <w:tcPr>
            <w:tcW w:w="1223" w:type="dxa"/>
          </w:tcPr>
          <w:p w:rsidR="00072C06" w:rsidRDefault="00072C06" w:rsidP="00072C06">
            <w:pPr>
              <w:jc w:val="center"/>
            </w:pPr>
            <w:r>
              <w:t>1</w:t>
            </w:r>
          </w:p>
        </w:tc>
      </w:tr>
    </w:tbl>
    <w:p w:rsidR="00EF3E9F" w:rsidRDefault="00EF3E9F" w:rsidP="00EF3E9F"/>
    <w:p w:rsidR="00062C26" w:rsidRDefault="00062C26" w:rsidP="00062C26">
      <w:pPr>
        <w:pStyle w:val="Heading1"/>
      </w:pPr>
      <w:r>
        <w:t>USEFUL DRAWINGS TRANSLATION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6507"/>
      </w:tblGrid>
      <w:tr w:rsidR="00062C26" w:rsidTr="00062C26">
        <w:tc>
          <w:tcPr>
            <w:tcW w:w="3348" w:type="dxa"/>
            <w:shd w:val="clear" w:color="auto" w:fill="D9D9D9" w:themeFill="background1" w:themeFillShade="D9"/>
          </w:tcPr>
          <w:p w:rsidR="00062C26" w:rsidRDefault="00062C26" w:rsidP="002C547A">
            <w:pPr>
              <w:spacing w:before="180" w:after="180"/>
              <w:jc w:val="center"/>
            </w:pPr>
            <w:r>
              <w:t>As appeared in drawings</w:t>
            </w:r>
          </w:p>
        </w:tc>
        <w:tc>
          <w:tcPr>
            <w:tcW w:w="6507" w:type="dxa"/>
            <w:shd w:val="clear" w:color="auto" w:fill="D9D9D9" w:themeFill="background1" w:themeFillShade="D9"/>
          </w:tcPr>
          <w:p w:rsidR="00062C26" w:rsidRDefault="00062C26" w:rsidP="002C547A">
            <w:pPr>
              <w:spacing w:before="180" w:after="180"/>
              <w:jc w:val="center"/>
            </w:pPr>
            <w:r>
              <w:t>Translated</w:t>
            </w:r>
          </w:p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Aluminium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proofErr w:type="spellStart"/>
            <w:r>
              <w:t>Center</w:t>
            </w:r>
            <w:proofErr w:type="spellEnd"/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Complete assembly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Edge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Fillet weld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Frame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Material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Mild steel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Rectangular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Required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Size for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Square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Stainless steel</w:t>
            </w:r>
          </w:p>
        </w:tc>
        <w:tc>
          <w:tcPr>
            <w:tcW w:w="6507" w:type="dxa"/>
          </w:tcPr>
          <w:p w:rsidR="002C547A" w:rsidRDefault="002C547A" w:rsidP="00EF3E9F"/>
        </w:tc>
      </w:tr>
      <w:tr w:rsidR="002C547A" w:rsidTr="002C547A">
        <w:trPr>
          <w:trHeight w:val="360"/>
        </w:trPr>
        <w:tc>
          <w:tcPr>
            <w:tcW w:w="3348" w:type="dxa"/>
          </w:tcPr>
          <w:p w:rsidR="002C547A" w:rsidRDefault="002C547A" w:rsidP="002C547A">
            <w:pPr>
              <w:spacing w:before="120" w:after="120"/>
            </w:pPr>
            <w:r>
              <w:t>Steel</w:t>
            </w:r>
          </w:p>
        </w:tc>
        <w:tc>
          <w:tcPr>
            <w:tcW w:w="6507" w:type="dxa"/>
          </w:tcPr>
          <w:p w:rsidR="002C547A" w:rsidRDefault="002C547A" w:rsidP="00EF3E9F"/>
        </w:tc>
      </w:tr>
    </w:tbl>
    <w:p w:rsidR="00062C26" w:rsidRPr="00EF3E9F" w:rsidRDefault="00062C26" w:rsidP="00EF3E9F"/>
    <w:sectPr w:rsidR="00062C26" w:rsidRPr="00EF3E9F" w:rsidSect="00F56128">
      <w:headerReference w:type="default" r:id="rId11"/>
      <w:footerReference w:type="default" r:id="rId12"/>
      <w:pgSz w:w="11907" w:h="16839" w:code="9"/>
      <w:pgMar w:top="19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E7F" w:rsidRDefault="00651E7F" w:rsidP="00A11118">
      <w:r>
        <w:separator/>
      </w:r>
    </w:p>
  </w:endnote>
  <w:endnote w:type="continuationSeparator" w:id="0">
    <w:p w:rsidR="00651E7F" w:rsidRDefault="00651E7F" w:rsidP="00A1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quare721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ook w:val="0000" w:firstRow="0" w:lastRow="0" w:firstColumn="0" w:lastColumn="0" w:noHBand="0" w:noVBand="0"/>
    </w:tblPr>
    <w:tblGrid>
      <w:gridCol w:w="2268"/>
      <w:gridCol w:w="5977"/>
      <w:gridCol w:w="1609"/>
    </w:tblGrid>
    <w:tr w:rsidR="00B93783" w:rsidTr="00B93783">
      <w:trPr>
        <w:cantSplit/>
      </w:trPr>
      <w:tc>
        <w:tcPr>
          <w:tcW w:w="2088" w:type="dxa"/>
        </w:tcPr>
        <w:p w:rsidR="00B93783" w:rsidRPr="007C5DDA" w:rsidRDefault="00B93783" w:rsidP="00B93783">
          <w:pPr>
            <w:pStyle w:val="Footer"/>
            <w:rPr>
              <w:sz w:val="18"/>
            </w:rPr>
          </w:pPr>
        </w:p>
        <w:p w:rsidR="00B93783" w:rsidRPr="007C5DDA" w:rsidRDefault="00B93783" w:rsidP="00B93783">
          <w:pPr>
            <w:pStyle w:val="Footer"/>
            <w:rPr>
              <w:sz w:val="18"/>
            </w:rPr>
          </w:pPr>
        </w:p>
        <w:p w:rsidR="00B93783" w:rsidRPr="007C5DDA" w:rsidRDefault="007C5DDA" w:rsidP="00B93783">
          <w:pPr>
            <w:pStyle w:val="Footer"/>
            <w:rPr>
              <w:sz w:val="18"/>
            </w:rPr>
          </w:pPr>
          <w:r w:rsidRPr="007C5DDA">
            <w:rPr>
              <w:sz w:val="18"/>
            </w:rPr>
            <w:t>WSC2013</w:t>
          </w:r>
          <w:r w:rsidR="00106E04">
            <w:rPr>
              <w:sz w:val="18"/>
            </w:rPr>
            <w:t>_TP05_M2</w:t>
          </w:r>
          <w:r w:rsidR="00B93783" w:rsidRPr="007C5DDA">
            <w:rPr>
              <w:sz w:val="18"/>
            </w:rPr>
            <w:t>_EN</w:t>
          </w:r>
        </w:p>
      </w:tc>
      <w:tc>
        <w:tcPr>
          <w:tcW w:w="6120" w:type="dxa"/>
        </w:tcPr>
        <w:p w:rsidR="00B93783" w:rsidRPr="00AF5A9A" w:rsidRDefault="00B93783" w:rsidP="00B93783">
          <w:pPr>
            <w:jc w:val="center"/>
            <w:rPr>
              <w:rFonts w:ascii="Calibri" w:hAnsi="Calibri"/>
              <w:sz w:val="16"/>
              <w:szCs w:val="16"/>
              <w:lang w:val="en-US"/>
            </w:rPr>
          </w:pPr>
          <w:r w:rsidRPr="00AF5A9A">
            <w:rPr>
              <w:sz w:val="16"/>
              <w:szCs w:val="16"/>
              <w:lang w:val="en-US"/>
            </w:rPr>
            <w:t xml:space="preserve">© </w:t>
          </w:r>
          <w:proofErr w:type="spellStart"/>
          <w:r w:rsidRPr="00AF5A9A">
            <w:rPr>
              <w:sz w:val="16"/>
              <w:szCs w:val="16"/>
              <w:lang w:val="en-US"/>
            </w:rPr>
            <w:t>WorldSkills</w:t>
          </w:r>
          <w:proofErr w:type="spellEnd"/>
          <w:r w:rsidRPr="00AF5A9A">
            <w:rPr>
              <w:sz w:val="16"/>
              <w:szCs w:val="16"/>
              <w:lang w:val="en-US"/>
            </w:rPr>
            <w:t xml:space="preserve"> International (WSI) reserves all rights in documents developed for or on behalf of WSI, including translation and electronic distribution. This material may be reproduced for non-commercial vocational and educational purposes provided that the </w:t>
          </w:r>
          <w:proofErr w:type="spellStart"/>
          <w:r w:rsidRPr="00AF5A9A">
            <w:rPr>
              <w:sz w:val="16"/>
              <w:szCs w:val="16"/>
              <w:lang w:val="en-US"/>
            </w:rPr>
            <w:t>WorldSkills</w:t>
          </w:r>
          <w:proofErr w:type="spellEnd"/>
          <w:r w:rsidRPr="00AF5A9A">
            <w:rPr>
              <w:sz w:val="16"/>
              <w:szCs w:val="16"/>
              <w:lang w:val="en-US"/>
            </w:rPr>
            <w:t xml:space="preserve"> International logo and copyright notice are left in place.</w:t>
          </w:r>
        </w:p>
      </w:tc>
      <w:tc>
        <w:tcPr>
          <w:tcW w:w="1646" w:type="dxa"/>
        </w:tcPr>
        <w:p w:rsidR="00B93783" w:rsidRDefault="00B93783" w:rsidP="00B93783">
          <w:pPr>
            <w:pStyle w:val="Footer"/>
            <w:rPr>
              <w:rStyle w:val="PageNumber"/>
            </w:rPr>
          </w:pPr>
        </w:p>
        <w:p w:rsidR="00B93783" w:rsidRDefault="00B93783" w:rsidP="00B93783">
          <w:pPr>
            <w:pStyle w:val="Footer"/>
            <w:jc w:val="right"/>
            <w:rPr>
              <w:rStyle w:val="PageNumber"/>
            </w:rPr>
          </w:pPr>
        </w:p>
        <w:p w:rsidR="00B93783" w:rsidRDefault="00C00B17" w:rsidP="00B93783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AE3B74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 w:rsidR="00B93783"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AE3B74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B93783" w:rsidRPr="00FA3DFA" w:rsidRDefault="00B93783" w:rsidP="00FA3D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28"/>
      <w:gridCol w:w="2962"/>
      <w:gridCol w:w="2464"/>
    </w:tblGrid>
    <w:tr w:rsidR="00B93783" w:rsidTr="00296586">
      <w:trPr>
        <w:cantSplit/>
        <w:trHeight w:val="416"/>
      </w:trPr>
      <w:tc>
        <w:tcPr>
          <w:tcW w:w="4428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  <w:tc>
        <w:tcPr>
          <w:tcW w:w="2962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  <w:tc>
        <w:tcPr>
          <w:tcW w:w="2464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</w:tr>
    <w:tr w:rsidR="00B93783" w:rsidTr="00B93783">
      <w:trPr>
        <w:cantSplit/>
      </w:trPr>
      <w:tc>
        <w:tcPr>
          <w:tcW w:w="4428" w:type="dxa"/>
        </w:tcPr>
        <w:p w:rsidR="00B93783" w:rsidRPr="00591785" w:rsidRDefault="00106E04" w:rsidP="00B93783">
          <w:pPr>
            <w:pStyle w:val="Footer"/>
            <w:rPr>
              <w:sz w:val="16"/>
              <w:lang w:val="en-US"/>
            </w:rPr>
          </w:pPr>
          <w:r>
            <w:rPr>
              <w:sz w:val="16"/>
              <w:lang w:val="en-US"/>
            </w:rPr>
            <w:t xml:space="preserve">Day 2 </w:t>
          </w:r>
          <w:r w:rsidR="00B93783">
            <w:rPr>
              <w:sz w:val="16"/>
              <w:lang w:val="en-US"/>
            </w:rPr>
            <w:t>for Skill 05</w:t>
          </w:r>
        </w:p>
        <w:p w:rsidR="00B93783" w:rsidRPr="000B44C8" w:rsidRDefault="00106E04" w:rsidP="00B93783">
          <w:pPr>
            <w:pStyle w:val="Footer"/>
            <w:rPr>
              <w:sz w:val="16"/>
              <w:lang w:val="en-US"/>
            </w:rPr>
          </w:pPr>
          <w:r>
            <w:rPr>
              <w:sz w:val="16"/>
              <w:lang w:val="en-US"/>
            </w:rPr>
            <w:t>WSC2013_TP05_M2</w:t>
          </w:r>
          <w:r w:rsidR="007C5DDA" w:rsidRPr="007C5DDA">
            <w:rPr>
              <w:sz w:val="16"/>
              <w:lang w:val="en-US"/>
            </w:rPr>
            <w:t>_EN</w:t>
          </w:r>
        </w:p>
      </w:tc>
      <w:tc>
        <w:tcPr>
          <w:tcW w:w="2962" w:type="dxa"/>
        </w:tcPr>
        <w:p w:rsidR="00B93783" w:rsidRPr="00127BA6" w:rsidRDefault="00B93783" w:rsidP="00B93783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Version: 1.</w:t>
          </w:r>
          <w:r w:rsidR="00110972">
            <w:rPr>
              <w:sz w:val="16"/>
              <w:lang w:val="fr-FR"/>
            </w:rPr>
            <w:t>7</w:t>
          </w:r>
        </w:p>
        <w:p w:rsidR="00B93783" w:rsidRPr="00127BA6" w:rsidRDefault="00B93783" w:rsidP="00883650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 xml:space="preserve">Date: </w:t>
          </w:r>
          <w:r w:rsidR="00110972">
            <w:rPr>
              <w:sz w:val="16"/>
              <w:lang w:val="fr-FR"/>
            </w:rPr>
            <w:t>02</w:t>
          </w:r>
          <w:r w:rsidR="00883650">
            <w:rPr>
              <w:sz w:val="16"/>
              <w:lang w:val="fr-FR"/>
            </w:rPr>
            <w:t>/07</w:t>
          </w:r>
          <w:r w:rsidR="007C5DDA">
            <w:rPr>
              <w:sz w:val="16"/>
              <w:lang w:val="fr-FR"/>
            </w:rPr>
            <w:t>/2013</w:t>
          </w:r>
        </w:p>
      </w:tc>
      <w:tc>
        <w:tcPr>
          <w:tcW w:w="2464" w:type="dxa"/>
        </w:tcPr>
        <w:p w:rsidR="00B93783" w:rsidRPr="00127BA6" w:rsidRDefault="00B93783" w:rsidP="00B93783">
          <w:pPr>
            <w:pStyle w:val="Footer"/>
            <w:jc w:val="right"/>
            <w:rPr>
              <w:rStyle w:val="PageNumber"/>
              <w:lang w:val="fr-FR"/>
            </w:rPr>
          </w:pPr>
        </w:p>
        <w:p w:rsidR="00B93783" w:rsidRDefault="00C00B17" w:rsidP="00B93783">
          <w:pPr>
            <w:pStyle w:val="Footer"/>
            <w:jc w:val="right"/>
            <w:rPr>
              <w:sz w:val="16"/>
            </w:rPr>
          </w:pP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AE3B74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 w:rsidR="00B93783"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AE3B74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B93783" w:rsidRPr="000A556C" w:rsidRDefault="00B93783" w:rsidP="00A11118">
    <w:pPr>
      <w:pStyle w:val="footer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E7F" w:rsidRDefault="00651E7F" w:rsidP="00A11118">
      <w:r>
        <w:separator/>
      </w:r>
    </w:p>
  </w:footnote>
  <w:footnote w:type="continuationSeparator" w:id="0">
    <w:p w:rsidR="00651E7F" w:rsidRDefault="00651E7F" w:rsidP="00A11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783" w:rsidRDefault="00B93783" w:rsidP="004C5D22">
    <w:pPr>
      <w:pStyle w:val="Header"/>
      <w:jc w:val="right"/>
    </w:pPr>
    <w:r>
      <w:rPr>
        <w:noProof/>
        <w:lang w:val="en-US"/>
      </w:rPr>
      <w:drawing>
        <wp:inline distT="0" distB="0" distL="0" distR="0" wp14:anchorId="46B964D1" wp14:editId="515D87A2">
          <wp:extent cx="1280160" cy="1097280"/>
          <wp:effectExtent l="19050" t="0" r="0" b="0"/>
          <wp:docPr id="7" name="Picture 2" descr="WSI_logo_r200_3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3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0160" cy="1097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783" w:rsidRDefault="00B93783" w:rsidP="007C5DDA">
    <w:pPr>
      <w:pStyle w:val="Header"/>
      <w:jc w:val="right"/>
    </w:pPr>
    <w:r>
      <w:rPr>
        <w:noProof/>
        <w:lang w:val="en-US"/>
      </w:rPr>
      <w:drawing>
        <wp:inline distT="0" distB="0" distL="0" distR="0" wp14:anchorId="0B1BA42D" wp14:editId="3E760334">
          <wp:extent cx="859536" cy="740664"/>
          <wp:effectExtent l="19050" t="0" r="0" b="0"/>
          <wp:docPr id="1" name="Picture 0" descr="WSI_logo_r200_2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2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9536" cy="740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777042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255E5"/>
    <w:multiLevelType w:val="hybridMultilevel"/>
    <w:tmpl w:val="EADC9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94682"/>
    <w:multiLevelType w:val="hybridMultilevel"/>
    <w:tmpl w:val="4F8058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BD2DC4"/>
    <w:multiLevelType w:val="hybridMultilevel"/>
    <w:tmpl w:val="E05A8F2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F62F01"/>
    <w:multiLevelType w:val="hybridMultilevel"/>
    <w:tmpl w:val="EF9A6C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85B616C"/>
    <w:multiLevelType w:val="hybridMultilevel"/>
    <w:tmpl w:val="593CC444"/>
    <w:lvl w:ilvl="0" w:tplc="B4A6FC6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6261ECE"/>
    <w:multiLevelType w:val="hybridMultilevel"/>
    <w:tmpl w:val="D49E51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ED7B8C"/>
    <w:multiLevelType w:val="hybridMultilevel"/>
    <w:tmpl w:val="BEF8DA0A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15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532FE"/>
    <w:multiLevelType w:val="hybridMultilevel"/>
    <w:tmpl w:val="DC8C843C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2104F9"/>
    <w:multiLevelType w:val="hybridMultilevel"/>
    <w:tmpl w:val="C7EC1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CD01744"/>
    <w:multiLevelType w:val="hybridMultilevel"/>
    <w:tmpl w:val="81AE7C7C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DD6FE8"/>
    <w:multiLevelType w:val="hybridMultilevel"/>
    <w:tmpl w:val="AF4C94EA"/>
    <w:lvl w:ilvl="0" w:tplc="7CD0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64343A"/>
    <w:multiLevelType w:val="hybridMultilevel"/>
    <w:tmpl w:val="AA423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6677B"/>
    <w:multiLevelType w:val="hybridMultilevel"/>
    <w:tmpl w:val="57889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592BF8"/>
    <w:multiLevelType w:val="hybridMultilevel"/>
    <w:tmpl w:val="8CA62B0A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AFB5DB3"/>
    <w:multiLevelType w:val="hybridMultilevel"/>
    <w:tmpl w:val="89AAB710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4C505A"/>
    <w:multiLevelType w:val="hybridMultilevel"/>
    <w:tmpl w:val="950EC3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D7528B"/>
    <w:multiLevelType w:val="hybridMultilevel"/>
    <w:tmpl w:val="D7A43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1"/>
  </w:num>
  <w:num w:numId="4">
    <w:abstractNumId w:val="26"/>
  </w:num>
  <w:num w:numId="5">
    <w:abstractNumId w:val="13"/>
  </w:num>
  <w:num w:numId="6">
    <w:abstractNumId w:val="10"/>
  </w:num>
  <w:num w:numId="7">
    <w:abstractNumId w:val="14"/>
  </w:num>
  <w:num w:numId="8">
    <w:abstractNumId w:val="25"/>
  </w:num>
  <w:num w:numId="9">
    <w:abstractNumId w:val="0"/>
  </w:num>
  <w:num w:numId="10">
    <w:abstractNumId w:val="8"/>
  </w:num>
  <w:num w:numId="11">
    <w:abstractNumId w:val="19"/>
  </w:num>
  <w:num w:numId="12">
    <w:abstractNumId w:val="15"/>
  </w:num>
  <w:num w:numId="13">
    <w:abstractNumId w:val="6"/>
  </w:num>
  <w:num w:numId="14">
    <w:abstractNumId w:val="23"/>
  </w:num>
  <w:num w:numId="15">
    <w:abstractNumId w:val="26"/>
  </w:num>
  <w:num w:numId="16">
    <w:abstractNumId w:val="26"/>
    <w:lvlOverride w:ilvl="0">
      <w:startOverride w:val="1"/>
    </w:lvlOverride>
  </w:num>
  <w:num w:numId="17">
    <w:abstractNumId w:val="26"/>
  </w:num>
  <w:num w:numId="18">
    <w:abstractNumId w:val="26"/>
    <w:lvlOverride w:ilvl="0">
      <w:startOverride w:val="1"/>
    </w:lvlOverride>
  </w:num>
  <w:num w:numId="19">
    <w:abstractNumId w:val="26"/>
  </w:num>
  <w:num w:numId="20">
    <w:abstractNumId w:val="2"/>
  </w:num>
  <w:num w:numId="21">
    <w:abstractNumId w:val="26"/>
  </w:num>
  <w:num w:numId="22">
    <w:abstractNumId w:val="26"/>
  </w:num>
  <w:num w:numId="23">
    <w:abstractNumId w:val="26"/>
    <w:lvlOverride w:ilvl="0">
      <w:startOverride w:val="1"/>
    </w:lvlOverride>
  </w:num>
  <w:num w:numId="24">
    <w:abstractNumId w:val="11"/>
  </w:num>
  <w:num w:numId="25">
    <w:abstractNumId w:val="7"/>
  </w:num>
  <w:num w:numId="26">
    <w:abstractNumId w:val="5"/>
  </w:num>
  <w:num w:numId="27">
    <w:abstractNumId w:val="22"/>
  </w:num>
  <w:num w:numId="28">
    <w:abstractNumId w:val="27"/>
  </w:num>
  <w:num w:numId="29">
    <w:abstractNumId w:val="24"/>
  </w:num>
  <w:num w:numId="30">
    <w:abstractNumId w:val="16"/>
  </w:num>
  <w:num w:numId="31">
    <w:abstractNumId w:val="20"/>
  </w:num>
  <w:num w:numId="32">
    <w:abstractNumId w:val="1"/>
  </w:num>
  <w:num w:numId="33">
    <w:abstractNumId w:val="26"/>
    <w:lvlOverride w:ilvl="0">
      <w:startOverride w:val="1"/>
    </w:lvlOverride>
  </w:num>
  <w:num w:numId="34">
    <w:abstractNumId w:val="12"/>
  </w:num>
  <w:num w:numId="35">
    <w:abstractNumId w:val="28"/>
  </w:num>
  <w:num w:numId="36">
    <w:abstractNumId w:val="3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36"/>
    <w:rsid w:val="00004C40"/>
    <w:rsid w:val="00020DA2"/>
    <w:rsid w:val="0002260E"/>
    <w:rsid w:val="00023392"/>
    <w:rsid w:val="00031207"/>
    <w:rsid w:val="00036997"/>
    <w:rsid w:val="00047E81"/>
    <w:rsid w:val="00052E98"/>
    <w:rsid w:val="000532E9"/>
    <w:rsid w:val="000553A7"/>
    <w:rsid w:val="00062C26"/>
    <w:rsid w:val="00064874"/>
    <w:rsid w:val="00072359"/>
    <w:rsid w:val="00072C06"/>
    <w:rsid w:val="00074CA4"/>
    <w:rsid w:val="00077928"/>
    <w:rsid w:val="0008174C"/>
    <w:rsid w:val="00082A61"/>
    <w:rsid w:val="0008779D"/>
    <w:rsid w:val="00092F5C"/>
    <w:rsid w:val="000A28EC"/>
    <w:rsid w:val="000B44C8"/>
    <w:rsid w:val="000C4C1D"/>
    <w:rsid w:val="000D07B9"/>
    <w:rsid w:val="000D5066"/>
    <w:rsid w:val="000E5425"/>
    <w:rsid w:val="000E656B"/>
    <w:rsid w:val="000F4944"/>
    <w:rsid w:val="000F7D4F"/>
    <w:rsid w:val="001025AE"/>
    <w:rsid w:val="00102A15"/>
    <w:rsid w:val="00106E04"/>
    <w:rsid w:val="00107903"/>
    <w:rsid w:val="00110754"/>
    <w:rsid w:val="00110972"/>
    <w:rsid w:val="00111797"/>
    <w:rsid w:val="0011241F"/>
    <w:rsid w:val="00113080"/>
    <w:rsid w:val="00125D7F"/>
    <w:rsid w:val="00130C4F"/>
    <w:rsid w:val="00132D51"/>
    <w:rsid w:val="001333FA"/>
    <w:rsid w:val="00133997"/>
    <w:rsid w:val="0014038C"/>
    <w:rsid w:val="00142793"/>
    <w:rsid w:val="001435DC"/>
    <w:rsid w:val="001462E5"/>
    <w:rsid w:val="0015151B"/>
    <w:rsid w:val="00155C6B"/>
    <w:rsid w:val="001637D4"/>
    <w:rsid w:val="00164042"/>
    <w:rsid w:val="001709E1"/>
    <w:rsid w:val="00171DEC"/>
    <w:rsid w:val="00193406"/>
    <w:rsid w:val="001957A8"/>
    <w:rsid w:val="001A3E76"/>
    <w:rsid w:val="001A7076"/>
    <w:rsid w:val="001B5B51"/>
    <w:rsid w:val="001C0600"/>
    <w:rsid w:val="001C2928"/>
    <w:rsid w:val="001C4455"/>
    <w:rsid w:val="001D5EA7"/>
    <w:rsid w:val="001D64DB"/>
    <w:rsid w:val="001D7D3F"/>
    <w:rsid w:val="001D7EC3"/>
    <w:rsid w:val="001E261D"/>
    <w:rsid w:val="0021063C"/>
    <w:rsid w:val="00212D50"/>
    <w:rsid w:val="0021541B"/>
    <w:rsid w:val="00217F9C"/>
    <w:rsid w:val="0022312B"/>
    <w:rsid w:val="0022481E"/>
    <w:rsid w:val="0023080E"/>
    <w:rsid w:val="00232B70"/>
    <w:rsid w:val="00232DA8"/>
    <w:rsid w:val="0023436B"/>
    <w:rsid w:val="00236793"/>
    <w:rsid w:val="00241563"/>
    <w:rsid w:val="00243872"/>
    <w:rsid w:val="00244E16"/>
    <w:rsid w:val="0025110F"/>
    <w:rsid w:val="00251950"/>
    <w:rsid w:val="00262CA9"/>
    <w:rsid w:val="002645DB"/>
    <w:rsid w:val="0026504A"/>
    <w:rsid w:val="00271759"/>
    <w:rsid w:val="002734EA"/>
    <w:rsid w:val="00274B16"/>
    <w:rsid w:val="0027669B"/>
    <w:rsid w:val="0028524B"/>
    <w:rsid w:val="00285E45"/>
    <w:rsid w:val="00287305"/>
    <w:rsid w:val="00296586"/>
    <w:rsid w:val="002A3A20"/>
    <w:rsid w:val="002A7615"/>
    <w:rsid w:val="002B47A2"/>
    <w:rsid w:val="002C00E4"/>
    <w:rsid w:val="002C547A"/>
    <w:rsid w:val="002C685B"/>
    <w:rsid w:val="002E2202"/>
    <w:rsid w:val="002F0C03"/>
    <w:rsid w:val="002F3239"/>
    <w:rsid w:val="00301173"/>
    <w:rsid w:val="0030556D"/>
    <w:rsid w:val="003122CB"/>
    <w:rsid w:val="00312696"/>
    <w:rsid w:val="00327031"/>
    <w:rsid w:val="00337428"/>
    <w:rsid w:val="00341205"/>
    <w:rsid w:val="0034174F"/>
    <w:rsid w:val="0034328E"/>
    <w:rsid w:val="00344F2E"/>
    <w:rsid w:val="00350402"/>
    <w:rsid w:val="00353872"/>
    <w:rsid w:val="003577CE"/>
    <w:rsid w:val="00361BD3"/>
    <w:rsid w:val="00363CFC"/>
    <w:rsid w:val="00364CAC"/>
    <w:rsid w:val="003667A5"/>
    <w:rsid w:val="0036700D"/>
    <w:rsid w:val="00367BDE"/>
    <w:rsid w:val="0038029A"/>
    <w:rsid w:val="00382F78"/>
    <w:rsid w:val="00384775"/>
    <w:rsid w:val="00390223"/>
    <w:rsid w:val="00395211"/>
    <w:rsid w:val="00396865"/>
    <w:rsid w:val="003A6952"/>
    <w:rsid w:val="003B090A"/>
    <w:rsid w:val="003B515E"/>
    <w:rsid w:val="003B585B"/>
    <w:rsid w:val="003D3041"/>
    <w:rsid w:val="003D6160"/>
    <w:rsid w:val="003E14EF"/>
    <w:rsid w:val="003E3028"/>
    <w:rsid w:val="003E30E8"/>
    <w:rsid w:val="003E7395"/>
    <w:rsid w:val="003F1A26"/>
    <w:rsid w:val="003F1B71"/>
    <w:rsid w:val="003F69FD"/>
    <w:rsid w:val="003F6CE0"/>
    <w:rsid w:val="00413B08"/>
    <w:rsid w:val="00417000"/>
    <w:rsid w:val="0041729C"/>
    <w:rsid w:val="00426C75"/>
    <w:rsid w:val="00427043"/>
    <w:rsid w:val="00430AFC"/>
    <w:rsid w:val="0043600A"/>
    <w:rsid w:val="00442D74"/>
    <w:rsid w:val="00447467"/>
    <w:rsid w:val="00466FEA"/>
    <w:rsid w:val="004708C5"/>
    <w:rsid w:val="004743EC"/>
    <w:rsid w:val="00481A0A"/>
    <w:rsid w:val="00483A3F"/>
    <w:rsid w:val="004853E3"/>
    <w:rsid w:val="004904E9"/>
    <w:rsid w:val="004932D4"/>
    <w:rsid w:val="00495336"/>
    <w:rsid w:val="004A1AE5"/>
    <w:rsid w:val="004A35E5"/>
    <w:rsid w:val="004A511B"/>
    <w:rsid w:val="004B221A"/>
    <w:rsid w:val="004B44D6"/>
    <w:rsid w:val="004C2C36"/>
    <w:rsid w:val="004C4991"/>
    <w:rsid w:val="004C5D22"/>
    <w:rsid w:val="004D1429"/>
    <w:rsid w:val="004D2D6D"/>
    <w:rsid w:val="004E380F"/>
    <w:rsid w:val="004E78CB"/>
    <w:rsid w:val="004F0152"/>
    <w:rsid w:val="004F0A63"/>
    <w:rsid w:val="004F23C2"/>
    <w:rsid w:val="004F54EB"/>
    <w:rsid w:val="00500D36"/>
    <w:rsid w:val="0051171D"/>
    <w:rsid w:val="005205B1"/>
    <w:rsid w:val="005239C7"/>
    <w:rsid w:val="00525D5D"/>
    <w:rsid w:val="00535865"/>
    <w:rsid w:val="005400DD"/>
    <w:rsid w:val="00543F6C"/>
    <w:rsid w:val="00544BE0"/>
    <w:rsid w:val="00546611"/>
    <w:rsid w:val="00546836"/>
    <w:rsid w:val="00557DFA"/>
    <w:rsid w:val="0056224F"/>
    <w:rsid w:val="005630DE"/>
    <w:rsid w:val="00563350"/>
    <w:rsid w:val="005642D1"/>
    <w:rsid w:val="0056556F"/>
    <w:rsid w:val="005720A4"/>
    <w:rsid w:val="00583BEE"/>
    <w:rsid w:val="0058489C"/>
    <w:rsid w:val="00592A75"/>
    <w:rsid w:val="005943DD"/>
    <w:rsid w:val="00594D2D"/>
    <w:rsid w:val="005A2A3D"/>
    <w:rsid w:val="005A7230"/>
    <w:rsid w:val="005A7982"/>
    <w:rsid w:val="005B2EAA"/>
    <w:rsid w:val="005C0DB4"/>
    <w:rsid w:val="005C383A"/>
    <w:rsid w:val="005C52B2"/>
    <w:rsid w:val="005C6C4E"/>
    <w:rsid w:val="005C7BB7"/>
    <w:rsid w:val="005D753F"/>
    <w:rsid w:val="005E120A"/>
    <w:rsid w:val="005E22F4"/>
    <w:rsid w:val="005E5788"/>
    <w:rsid w:val="005F210C"/>
    <w:rsid w:val="005F633A"/>
    <w:rsid w:val="005F7D28"/>
    <w:rsid w:val="00603907"/>
    <w:rsid w:val="006054EB"/>
    <w:rsid w:val="00610954"/>
    <w:rsid w:val="0061284B"/>
    <w:rsid w:val="006131BD"/>
    <w:rsid w:val="00615547"/>
    <w:rsid w:val="00620E4F"/>
    <w:rsid w:val="00630E19"/>
    <w:rsid w:val="00637D60"/>
    <w:rsid w:val="00644F6F"/>
    <w:rsid w:val="0065120A"/>
    <w:rsid w:val="00651E7F"/>
    <w:rsid w:val="00662DE9"/>
    <w:rsid w:val="00667BA2"/>
    <w:rsid w:val="006727DB"/>
    <w:rsid w:val="00677960"/>
    <w:rsid w:val="00681BF4"/>
    <w:rsid w:val="00683CCA"/>
    <w:rsid w:val="006A07CF"/>
    <w:rsid w:val="006A1E87"/>
    <w:rsid w:val="006B4D89"/>
    <w:rsid w:val="006B6B3A"/>
    <w:rsid w:val="006B7209"/>
    <w:rsid w:val="006C38FA"/>
    <w:rsid w:val="006C6DA0"/>
    <w:rsid w:val="006C70CC"/>
    <w:rsid w:val="006E7CD7"/>
    <w:rsid w:val="006F1241"/>
    <w:rsid w:val="006F6C24"/>
    <w:rsid w:val="006F6FB5"/>
    <w:rsid w:val="007019CD"/>
    <w:rsid w:val="007048B9"/>
    <w:rsid w:val="00706CF3"/>
    <w:rsid w:val="00707AC1"/>
    <w:rsid w:val="00710A88"/>
    <w:rsid w:val="00710E0D"/>
    <w:rsid w:val="0071434F"/>
    <w:rsid w:val="0072108C"/>
    <w:rsid w:val="00724654"/>
    <w:rsid w:val="007324DF"/>
    <w:rsid w:val="0073530F"/>
    <w:rsid w:val="00736E00"/>
    <w:rsid w:val="007433D6"/>
    <w:rsid w:val="00772E0D"/>
    <w:rsid w:val="00773221"/>
    <w:rsid w:val="00775CEC"/>
    <w:rsid w:val="00782098"/>
    <w:rsid w:val="007952FD"/>
    <w:rsid w:val="00795639"/>
    <w:rsid w:val="00797BEC"/>
    <w:rsid w:val="007A2D47"/>
    <w:rsid w:val="007A372D"/>
    <w:rsid w:val="007A58A1"/>
    <w:rsid w:val="007B1825"/>
    <w:rsid w:val="007B462A"/>
    <w:rsid w:val="007B546D"/>
    <w:rsid w:val="007B7D8F"/>
    <w:rsid w:val="007C3C31"/>
    <w:rsid w:val="007C5DDA"/>
    <w:rsid w:val="007D16DB"/>
    <w:rsid w:val="007D45BA"/>
    <w:rsid w:val="007D466D"/>
    <w:rsid w:val="007E3F64"/>
    <w:rsid w:val="007E50C5"/>
    <w:rsid w:val="007F2695"/>
    <w:rsid w:val="007F3526"/>
    <w:rsid w:val="007F7FEF"/>
    <w:rsid w:val="00801801"/>
    <w:rsid w:val="00803FD9"/>
    <w:rsid w:val="008064CA"/>
    <w:rsid w:val="00807AAA"/>
    <w:rsid w:val="0081153C"/>
    <w:rsid w:val="008149CA"/>
    <w:rsid w:val="0082082C"/>
    <w:rsid w:val="00821A7D"/>
    <w:rsid w:val="00826D37"/>
    <w:rsid w:val="00827285"/>
    <w:rsid w:val="008332C2"/>
    <w:rsid w:val="00834C03"/>
    <w:rsid w:val="00837264"/>
    <w:rsid w:val="008402CF"/>
    <w:rsid w:val="008425BE"/>
    <w:rsid w:val="00842EDE"/>
    <w:rsid w:val="00846480"/>
    <w:rsid w:val="00850C9F"/>
    <w:rsid w:val="00852733"/>
    <w:rsid w:val="00853172"/>
    <w:rsid w:val="008532A4"/>
    <w:rsid w:val="00861CB8"/>
    <w:rsid w:val="00870D37"/>
    <w:rsid w:val="00882512"/>
    <w:rsid w:val="00883650"/>
    <w:rsid w:val="00886257"/>
    <w:rsid w:val="00894773"/>
    <w:rsid w:val="008A2586"/>
    <w:rsid w:val="008A475F"/>
    <w:rsid w:val="008A6352"/>
    <w:rsid w:val="008B46C1"/>
    <w:rsid w:val="008B5F48"/>
    <w:rsid w:val="008C050A"/>
    <w:rsid w:val="008C1027"/>
    <w:rsid w:val="008C4131"/>
    <w:rsid w:val="008C63C6"/>
    <w:rsid w:val="008C6816"/>
    <w:rsid w:val="008C7134"/>
    <w:rsid w:val="008E4615"/>
    <w:rsid w:val="008E46E0"/>
    <w:rsid w:val="008F12A8"/>
    <w:rsid w:val="008F54D0"/>
    <w:rsid w:val="008F756F"/>
    <w:rsid w:val="00904544"/>
    <w:rsid w:val="009065DB"/>
    <w:rsid w:val="00912677"/>
    <w:rsid w:val="00915C8D"/>
    <w:rsid w:val="009179DE"/>
    <w:rsid w:val="009244FE"/>
    <w:rsid w:val="00936EB6"/>
    <w:rsid w:val="00943174"/>
    <w:rsid w:val="00944D49"/>
    <w:rsid w:val="00944D7B"/>
    <w:rsid w:val="00950D88"/>
    <w:rsid w:val="00950F5C"/>
    <w:rsid w:val="00963161"/>
    <w:rsid w:val="009670A7"/>
    <w:rsid w:val="0096799B"/>
    <w:rsid w:val="0098123B"/>
    <w:rsid w:val="009915AD"/>
    <w:rsid w:val="009B52D1"/>
    <w:rsid w:val="009B723C"/>
    <w:rsid w:val="009C0A47"/>
    <w:rsid w:val="009C0F18"/>
    <w:rsid w:val="009D7652"/>
    <w:rsid w:val="009E699F"/>
    <w:rsid w:val="009F3A44"/>
    <w:rsid w:val="009F3FF5"/>
    <w:rsid w:val="00A02A45"/>
    <w:rsid w:val="00A02EED"/>
    <w:rsid w:val="00A0556A"/>
    <w:rsid w:val="00A108EA"/>
    <w:rsid w:val="00A11118"/>
    <w:rsid w:val="00A12F30"/>
    <w:rsid w:val="00A15EB5"/>
    <w:rsid w:val="00A17E4F"/>
    <w:rsid w:val="00A20A7A"/>
    <w:rsid w:val="00A220F9"/>
    <w:rsid w:val="00A22991"/>
    <w:rsid w:val="00A40329"/>
    <w:rsid w:val="00A43DED"/>
    <w:rsid w:val="00A454F1"/>
    <w:rsid w:val="00A5158C"/>
    <w:rsid w:val="00A529D5"/>
    <w:rsid w:val="00A55DF3"/>
    <w:rsid w:val="00A62FDC"/>
    <w:rsid w:val="00A63BEF"/>
    <w:rsid w:val="00A71FE7"/>
    <w:rsid w:val="00A7232A"/>
    <w:rsid w:val="00A74B6B"/>
    <w:rsid w:val="00A7713C"/>
    <w:rsid w:val="00A8033F"/>
    <w:rsid w:val="00A835ED"/>
    <w:rsid w:val="00A90EBC"/>
    <w:rsid w:val="00A97A27"/>
    <w:rsid w:val="00AA0ECD"/>
    <w:rsid w:val="00AA3AD8"/>
    <w:rsid w:val="00AA4829"/>
    <w:rsid w:val="00AB0F8E"/>
    <w:rsid w:val="00AB1806"/>
    <w:rsid w:val="00AB4CAE"/>
    <w:rsid w:val="00AB4D1F"/>
    <w:rsid w:val="00AB4F95"/>
    <w:rsid w:val="00AE02E0"/>
    <w:rsid w:val="00AE3935"/>
    <w:rsid w:val="00AE3B74"/>
    <w:rsid w:val="00AE4659"/>
    <w:rsid w:val="00AE6ED0"/>
    <w:rsid w:val="00AF21D3"/>
    <w:rsid w:val="00AF3171"/>
    <w:rsid w:val="00AF5AB2"/>
    <w:rsid w:val="00AF5D73"/>
    <w:rsid w:val="00AF7DCC"/>
    <w:rsid w:val="00B101AE"/>
    <w:rsid w:val="00B113F5"/>
    <w:rsid w:val="00B11D6A"/>
    <w:rsid w:val="00B24DF9"/>
    <w:rsid w:val="00B30F35"/>
    <w:rsid w:val="00B34789"/>
    <w:rsid w:val="00B4157B"/>
    <w:rsid w:val="00B5072C"/>
    <w:rsid w:val="00B51C08"/>
    <w:rsid w:val="00B5385F"/>
    <w:rsid w:val="00B53B79"/>
    <w:rsid w:val="00B544DE"/>
    <w:rsid w:val="00B574E1"/>
    <w:rsid w:val="00B73180"/>
    <w:rsid w:val="00B8096E"/>
    <w:rsid w:val="00B81225"/>
    <w:rsid w:val="00B82861"/>
    <w:rsid w:val="00B82F94"/>
    <w:rsid w:val="00B86A5A"/>
    <w:rsid w:val="00B9155B"/>
    <w:rsid w:val="00B93783"/>
    <w:rsid w:val="00B95131"/>
    <w:rsid w:val="00B95E36"/>
    <w:rsid w:val="00BA6B2D"/>
    <w:rsid w:val="00BB4854"/>
    <w:rsid w:val="00BC1F14"/>
    <w:rsid w:val="00BD088D"/>
    <w:rsid w:val="00BD14CC"/>
    <w:rsid w:val="00BE58A0"/>
    <w:rsid w:val="00BE59B7"/>
    <w:rsid w:val="00BF5937"/>
    <w:rsid w:val="00BF7491"/>
    <w:rsid w:val="00C00B17"/>
    <w:rsid w:val="00C16AF7"/>
    <w:rsid w:val="00C3214B"/>
    <w:rsid w:val="00C36DA2"/>
    <w:rsid w:val="00C57C32"/>
    <w:rsid w:val="00C57F63"/>
    <w:rsid w:val="00C65455"/>
    <w:rsid w:val="00C677A0"/>
    <w:rsid w:val="00C71BE9"/>
    <w:rsid w:val="00C740C2"/>
    <w:rsid w:val="00C744E0"/>
    <w:rsid w:val="00C74B6A"/>
    <w:rsid w:val="00C871F9"/>
    <w:rsid w:val="00CA5A98"/>
    <w:rsid w:val="00CB3832"/>
    <w:rsid w:val="00CB792A"/>
    <w:rsid w:val="00CC22B4"/>
    <w:rsid w:val="00CC3829"/>
    <w:rsid w:val="00CD0799"/>
    <w:rsid w:val="00CD2D77"/>
    <w:rsid w:val="00CE2E7C"/>
    <w:rsid w:val="00CE6B36"/>
    <w:rsid w:val="00CF293E"/>
    <w:rsid w:val="00D0763C"/>
    <w:rsid w:val="00D10C09"/>
    <w:rsid w:val="00D16D1B"/>
    <w:rsid w:val="00D16F2D"/>
    <w:rsid w:val="00D234B0"/>
    <w:rsid w:val="00D310E8"/>
    <w:rsid w:val="00D3340E"/>
    <w:rsid w:val="00D461E9"/>
    <w:rsid w:val="00D517A7"/>
    <w:rsid w:val="00D5642A"/>
    <w:rsid w:val="00D80C51"/>
    <w:rsid w:val="00D83174"/>
    <w:rsid w:val="00D83B47"/>
    <w:rsid w:val="00D875E2"/>
    <w:rsid w:val="00D87DCE"/>
    <w:rsid w:val="00D964C9"/>
    <w:rsid w:val="00D968D3"/>
    <w:rsid w:val="00DA3357"/>
    <w:rsid w:val="00DB0BB5"/>
    <w:rsid w:val="00DB4381"/>
    <w:rsid w:val="00DB4CD5"/>
    <w:rsid w:val="00DB74AE"/>
    <w:rsid w:val="00DD02CC"/>
    <w:rsid w:val="00DD0B9B"/>
    <w:rsid w:val="00DD1FD4"/>
    <w:rsid w:val="00DD59E6"/>
    <w:rsid w:val="00DE2CB4"/>
    <w:rsid w:val="00DE5B58"/>
    <w:rsid w:val="00DE74C9"/>
    <w:rsid w:val="00DF34D9"/>
    <w:rsid w:val="00DF4C8F"/>
    <w:rsid w:val="00DF55E2"/>
    <w:rsid w:val="00DF7698"/>
    <w:rsid w:val="00E00193"/>
    <w:rsid w:val="00E00285"/>
    <w:rsid w:val="00E06C67"/>
    <w:rsid w:val="00E07E5F"/>
    <w:rsid w:val="00E175C1"/>
    <w:rsid w:val="00E241BB"/>
    <w:rsid w:val="00E33962"/>
    <w:rsid w:val="00E36FE2"/>
    <w:rsid w:val="00E418D9"/>
    <w:rsid w:val="00E41C30"/>
    <w:rsid w:val="00E46843"/>
    <w:rsid w:val="00E51015"/>
    <w:rsid w:val="00E52AEB"/>
    <w:rsid w:val="00E53C80"/>
    <w:rsid w:val="00E578B8"/>
    <w:rsid w:val="00E57BC7"/>
    <w:rsid w:val="00E644EF"/>
    <w:rsid w:val="00E74EDB"/>
    <w:rsid w:val="00E80617"/>
    <w:rsid w:val="00E93FF5"/>
    <w:rsid w:val="00EA1EBD"/>
    <w:rsid w:val="00EA4278"/>
    <w:rsid w:val="00EA6207"/>
    <w:rsid w:val="00EA69CA"/>
    <w:rsid w:val="00EB0128"/>
    <w:rsid w:val="00EB09BC"/>
    <w:rsid w:val="00EB3036"/>
    <w:rsid w:val="00EC06CF"/>
    <w:rsid w:val="00EC7B1E"/>
    <w:rsid w:val="00ED6B47"/>
    <w:rsid w:val="00EE2BC0"/>
    <w:rsid w:val="00EE6316"/>
    <w:rsid w:val="00EE70FE"/>
    <w:rsid w:val="00EF04AD"/>
    <w:rsid w:val="00EF3E9F"/>
    <w:rsid w:val="00EF62D2"/>
    <w:rsid w:val="00F066F1"/>
    <w:rsid w:val="00F12141"/>
    <w:rsid w:val="00F13DBB"/>
    <w:rsid w:val="00F264F4"/>
    <w:rsid w:val="00F33BBA"/>
    <w:rsid w:val="00F35707"/>
    <w:rsid w:val="00F36120"/>
    <w:rsid w:val="00F42C31"/>
    <w:rsid w:val="00F47F04"/>
    <w:rsid w:val="00F56128"/>
    <w:rsid w:val="00F631E3"/>
    <w:rsid w:val="00F63952"/>
    <w:rsid w:val="00F65C4A"/>
    <w:rsid w:val="00F8188D"/>
    <w:rsid w:val="00F83CAA"/>
    <w:rsid w:val="00F8473D"/>
    <w:rsid w:val="00F8484D"/>
    <w:rsid w:val="00F91131"/>
    <w:rsid w:val="00F91DDC"/>
    <w:rsid w:val="00F92B61"/>
    <w:rsid w:val="00FA3DFA"/>
    <w:rsid w:val="00FC43FB"/>
    <w:rsid w:val="00FC492E"/>
    <w:rsid w:val="00FC5260"/>
    <w:rsid w:val="00FD1792"/>
    <w:rsid w:val="00FD6C74"/>
    <w:rsid w:val="00FD77C2"/>
    <w:rsid w:val="00FE35CE"/>
    <w:rsid w:val="00FE50C4"/>
    <w:rsid w:val="00FE5EE7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48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rsid w:val="00EA69CA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A69CA"/>
    <w:pPr>
      <w:keepNext/>
      <w:keepLines/>
      <w:spacing w:after="120"/>
      <w:outlineLvl w:val="1"/>
    </w:pPr>
    <w:rPr>
      <w:rFonts w:eastAsiaTheme="majorEastAsia" w:cstheme="majorBidi"/>
      <w:b/>
      <w:bCs/>
      <w:i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390223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69CA"/>
    <w:rPr>
      <w:rFonts w:ascii="Arial" w:eastAsiaTheme="majorEastAsia" w:hAnsi="Arial" w:cstheme="majorBidi"/>
      <w:b/>
      <w:bCs/>
      <w:caps/>
      <w:sz w:val="24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69CA"/>
    <w:rPr>
      <w:rFonts w:ascii="Arial" w:eastAsiaTheme="majorEastAsia" w:hAnsi="Arial" w:cstheme="majorBidi"/>
      <w:b/>
      <w:bCs/>
      <w:i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90223"/>
    <w:rPr>
      <w:rFonts w:ascii="Arial" w:eastAsiaTheme="majorEastAsia" w:hAnsi="Arial" w:cstheme="majorBidi"/>
      <w:b/>
      <w:bCs/>
      <w:sz w:val="20"/>
    </w:rPr>
  </w:style>
  <w:style w:type="character" w:styleId="Emphasis">
    <w:name w:val="Emphasis"/>
    <w:basedOn w:val="DefaultParagraphFont"/>
    <w:uiPriority w:val="20"/>
    <w:rsid w:val="001130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128"/>
    <w:rPr>
      <w:rFonts w:ascii="Square721 BT" w:hAnsi="Square721 BT"/>
      <w:sz w:val="20"/>
    </w:rPr>
  </w:style>
  <w:style w:type="paragraph" w:styleId="Footer">
    <w:name w:val="footer"/>
    <w:basedOn w:val="Normal"/>
    <w:link w:val="FooterChar"/>
    <w:unhideWhenUsed/>
    <w:rsid w:val="00F56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128"/>
    <w:rPr>
      <w:rFonts w:ascii="Square721 BT" w:hAnsi="Square721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5612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Header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Header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Header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Footer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Header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Footer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DefaultParagraphFon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A69CA"/>
    <w:pPr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DefaultParagraphFont"/>
    <w:link w:val="numberedlist"/>
    <w:rsid w:val="00EA69CA"/>
    <w:rPr>
      <w:rFonts w:ascii="Arial" w:hAnsi="Arial"/>
      <w:sz w:val="20"/>
      <w:lang w:val="en-GB"/>
    </w:rPr>
  </w:style>
  <w:style w:type="character" w:customStyle="1" w:styleId="imagetextChar">
    <w:name w:val="image text Char"/>
    <w:basedOn w:val="DefaultParagraphFon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DefaultParagraphFon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ListParagraph">
    <w:name w:val="List Paragraph"/>
    <w:basedOn w:val="Normal"/>
    <w:link w:val="ListParagraphChar"/>
    <w:uiPriority w:val="34"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Paragraph"/>
    <w:link w:val="sub-subsectionheadingChar"/>
    <w:rsid w:val="007B1825"/>
    <w:pPr>
      <w:numPr>
        <w:ilvl w:val="2"/>
        <w:numId w:val="11"/>
      </w:numPr>
      <w:ind w:left="1248" w:hanging="79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ListParagraph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DefaultParagraphFon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DefaultParagraphFon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DefaultParagraphFon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DefaultParagraphFont"/>
    <w:link w:val="Docsubtitle1"/>
    <w:rsid w:val="006B7209"/>
    <w:rPr>
      <w:rFonts w:ascii="Arial" w:hAnsi="Arial"/>
      <w:b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A2A3D"/>
    <w:pPr>
      <w:ind w:left="180"/>
    </w:pPr>
    <w:rPr>
      <w:rFonts w:eastAsia="Times New Roman" w:cs="Times New Roman"/>
      <w:szCs w:val="24"/>
    </w:rPr>
  </w:style>
  <w:style w:type="character" w:customStyle="1" w:styleId="Docsubtitle2Char">
    <w:name w:val="Doc subtitle2 Char"/>
    <w:basedOn w:val="DefaultParagraphFont"/>
    <w:link w:val="Docsubtitle2"/>
    <w:rsid w:val="006B7209"/>
    <w:rPr>
      <w:rFonts w:ascii="Arial" w:hAnsi="Arial"/>
      <w:sz w:val="28"/>
      <w:szCs w:val="28"/>
    </w:rPr>
  </w:style>
  <w:style w:type="character" w:styleId="Hyperlink">
    <w:name w:val="Hyperlink"/>
    <w:basedOn w:val="DefaultParagraphFont"/>
    <w:rsid w:val="005A2A3D"/>
    <w:rPr>
      <w:color w:val="0000FF"/>
      <w:u w:val="single"/>
    </w:rPr>
  </w:style>
  <w:style w:type="table" w:customStyle="1" w:styleId="WSITable">
    <w:name w:val="WSI Table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Paragraph"/>
    <w:link w:val="tablebulletChar"/>
    <w:qFormat/>
    <w:rsid w:val="00110754"/>
    <w:pPr>
      <w:numPr>
        <w:numId w:val="12"/>
      </w:numPr>
      <w:ind w:left="284" w:hanging="284"/>
    </w:pPr>
    <w:rPr>
      <w:color w:val="000000" w:themeColor="text1"/>
    </w:rPr>
  </w:style>
  <w:style w:type="character" w:customStyle="1" w:styleId="tablebulletChar">
    <w:name w:val="table bullet Char"/>
    <w:basedOn w:val="ListParagraphChar"/>
    <w:link w:val="tablebullet"/>
    <w:rsid w:val="00110754"/>
    <w:rPr>
      <w:rFonts w:ascii="Arial" w:hAnsi="Arial"/>
      <w:color w:val="000000" w:themeColor="text1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 w:themeColor="text1"/>
      <w:sz w:val="20"/>
    </w:rPr>
  </w:style>
  <w:style w:type="paragraph" w:styleId="TOC1">
    <w:name w:val="toc 1"/>
    <w:basedOn w:val="Normal"/>
    <w:next w:val="Normal"/>
    <w:autoRedefine/>
    <w:semiHidden/>
    <w:rsid w:val="00CE6B36"/>
    <w:rPr>
      <w:rFonts w:eastAsia="Times New Roman" w:cs="Times New Roman"/>
      <w:szCs w:val="24"/>
    </w:rPr>
  </w:style>
  <w:style w:type="paragraph" w:customStyle="1" w:styleId="Doctitle0">
    <w:name w:val="Doc title"/>
    <w:basedOn w:val="Normal"/>
    <w:rsid w:val="00CE6B36"/>
    <w:rPr>
      <w:rFonts w:eastAsia="Times New Roman" w:cs="Times New Roman"/>
      <w:b/>
      <w:sz w:val="40"/>
      <w:szCs w:val="24"/>
    </w:rPr>
  </w:style>
  <w:style w:type="character" w:styleId="PageNumber">
    <w:name w:val="page number"/>
    <w:basedOn w:val="DefaultParagraphFont"/>
    <w:rsid w:val="00CE6B36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48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rsid w:val="00EA69CA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A69CA"/>
    <w:pPr>
      <w:keepNext/>
      <w:keepLines/>
      <w:spacing w:after="120"/>
      <w:outlineLvl w:val="1"/>
    </w:pPr>
    <w:rPr>
      <w:rFonts w:eastAsiaTheme="majorEastAsia" w:cstheme="majorBidi"/>
      <w:b/>
      <w:bCs/>
      <w:i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390223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69CA"/>
    <w:rPr>
      <w:rFonts w:ascii="Arial" w:eastAsiaTheme="majorEastAsia" w:hAnsi="Arial" w:cstheme="majorBidi"/>
      <w:b/>
      <w:bCs/>
      <w:caps/>
      <w:sz w:val="24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69CA"/>
    <w:rPr>
      <w:rFonts w:ascii="Arial" w:eastAsiaTheme="majorEastAsia" w:hAnsi="Arial" w:cstheme="majorBidi"/>
      <w:b/>
      <w:bCs/>
      <w:i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90223"/>
    <w:rPr>
      <w:rFonts w:ascii="Arial" w:eastAsiaTheme="majorEastAsia" w:hAnsi="Arial" w:cstheme="majorBidi"/>
      <w:b/>
      <w:bCs/>
      <w:sz w:val="20"/>
    </w:rPr>
  </w:style>
  <w:style w:type="character" w:styleId="Emphasis">
    <w:name w:val="Emphasis"/>
    <w:basedOn w:val="DefaultParagraphFont"/>
    <w:uiPriority w:val="20"/>
    <w:rsid w:val="001130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128"/>
    <w:rPr>
      <w:rFonts w:ascii="Square721 BT" w:hAnsi="Square721 BT"/>
      <w:sz w:val="20"/>
    </w:rPr>
  </w:style>
  <w:style w:type="paragraph" w:styleId="Footer">
    <w:name w:val="footer"/>
    <w:basedOn w:val="Normal"/>
    <w:link w:val="FooterChar"/>
    <w:unhideWhenUsed/>
    <w:rsid w:val="00F56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128"/>
    <w:rPr>
      <w:rFonts w:ascii="Square721 BT" w:hAnsi="Square721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5612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Header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Header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Header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Footer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Header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Footer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DefaultParagraphFon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A69CA"/>
    <w:pPr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DefaultParagraphFont"/>
    <w:link w:val="numberedlist"/>
    <w:rsid w:val="00EA69CA"/>
    <w:rPr>
      <w:rFonts w:ascii="Arial" w:hAnsi="Arial"/>
      <w:sz w:val="20"/>
      <w:lang w:val="en-GB"/>
    </w:rPr>
  </w:style>
  <w:style w:type="character" w:customStyle="1" w:styleId="imagetextChar">
    <w:name w:val="image text Char"/>
    <w:basedOn w:val="DefaultParagraphFon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DefaultParagraphFon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ListParagraph">
    <w:name w:val="List Paragraph"/>
    <w:basedOn w:val="Normal"/>
    <w:link w:val="ListParagraphChar"/>
    <w:uiPriority w:val="34"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Paragraph"/>
    <w:link w:val="sub-subsectionheadingChar"/>
    <w:rsid w:val="007B1825"/>
    <w:pPr>
      <w:numPr>
        <w:ilvl w:val="2"/>
        <w:numId w:val="11"/>
      </w:numPr>
      <w:ind w:left="1248" w:hanging="79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ListParagraph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DefaultParagraphFon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DefaultParagraphFon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DefaultParagraphFon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DefaultParagraphFont"/>
    <w:link w:val="Docsubtitle1"/>
    <w:rsid w:val="006B7209"/>
    <w:rPr>
      <w:rFonts w:ascii="Arial" w:hAnsi="Arial"/>
      <w:b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A2A3D"/>
    <w:pPr>
      <w:ind w:left="180"/>
    </w:pPr>
    <w:rPr>
      <w:rFonts w:eastAsia="Times New Roman" w:cs="Times New Roman"/>
      <w:szCs w:val="24"/>
    </w:rPr>
  </w:style>
  <w:style w:type="character" w:customStyle="1" w:styleId="Docsubtitle2Char">
    <w:name w:val="Doc subtitle2 Char"/>
    <w:basedOn w:val="DefaultParagraphFont"/>
    <w:link w:val="Docsubtitle2"/>
    <w:rsid w:val="006B7209"/>
    <w:rPr>
      <w:rFonts w:ascii="Arial" w:hAnsi="Arial"/>
      <w:sz w:val="28"/>
      <w:szCs w:val="28"/>
    </w:rPr>
  </w:style>
  <w:style w:type="character" w:styleId="Hyperlink">
    <w:name w:val="Hyperlink"/>
    <w:basedOn w:val="DefaultParagraphFont"/>
    <w:rsid w:val="005A2A3D"/>
    <w:rPr>
      <w:color w:val="0000FF"/>
      <w:u w:val="single"/>
    </w:rPr>
  </w:style>
  <w:style w:type="table" w:customStyle="1" w:styleId="WSITable">
    <w:name w:val="WSI Table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Paragraph"/>
    <w:link w:val="tablebulletChar"/>
    <w:qFormat/>
    <w:rsid w:val="00110754"/>
    <w:pPr>
      <w:numPr>
        <w:numId w:val="12"/>
      </w:numPr>
      <w:ind w:left="284" w:hanging="284"/>
    </w:pPr>
    <w:rPr>
      <w:color w:val="000000" w:themeColor="text1"/>
    </w:rPr>
  </w:style>
  <w:style w:type="character" w:customStyle="1" w:styleId="tablebulletChar">
    <w:name w:val="table bullet Char"/>
    <w:basedOn w:val="ListParagraphChar"/>
    <w:link w:val="tablebullet"/>
    <w:rsid w:val="00110754"/>
    <w:rPr>
      <w:rFonts w:ascii="Arial" w:hAnsi="Arial"/>
      <w:color w:val="000000" w:themeColor="text1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 w:themeColor="text1"/>
      <w:sz w:val="20"/>
    </w:rPr>
  </w:style>
  <w:style w:type="paragraph" w:styleId="TOC1">
    <w:name w:val="toc 1"/>
    <w:basedOn w:val="Normal"/>
    <w:next w:val="Normal"/>
    <w:autoRedefine/>
    <w:semiHidden/>
    <w:rsid w:val="00CE6B36"/>
    <w:rPr>
      <w:rFonts w:eastAsia="Times New Roman" w:cs="Times New Roman"/>
      <w:szCs w:val="24"/>
    </w:rPr>
  </w:style>
  <w:style w:type="paragraph" w:customStyle="1" w:styleId="Doctitle0">
    <w:name w:val="Doc title"/>
    <w:basedOn w:val="Normal"/>
    <w:rsid w:val="00CE6B36"/>
    <w:rPr>
      <w:rFonts w:eastAsia="Times New Roman" w:cs="Times New Roman"/>
      <w:b/>
      <w:sz w:val="40"/>
      <w:szCs w:val="24"/>
    </w:rPr>
  </w:style>
  <w:style w:type="character" w:styleId="PageNumber">
    <w:name w:val="page number"/>
    <w:basedOn w:val="DefaultParagraphFont"/>
    <w:rsid w:val="00CE6B3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\Documents\WSI_A\13_Visual_Identity\WSI_templates_2010\WSI_doc_wcover_wonum_v1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B40B7-6D30-4D85-87C9-1942ECC8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WSI_doc_wcover_wonum_v1.2</Template>
  <TotalTime>242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WorldSkills International Secretariat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 petitor</dc:creator>
  <cp:lastModifiedBy>translator</cp:lastModifiedBy>
  <cp:revision>34</cp:revision>
  <cp:lastPrinted>2013-07-02T06:51:00Z</cp:lastPrinted>
  <dcterms:created xsi:type="dcterms:W3CDTF">2013-06-30T12:02:00Z</dcterms:created>
  <dcterms:modified xsi:type="dcterms:W3CDTF">2013-07-02T06:59:00Z</dcterms:modified>
</cp:coreProperties>
</file>